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9A5D0" w14:textId="77777777" w:rsidR="00603386" w:rsidRPr="00603386" w:rsidRDefault="00603386" w:rsidP="0060338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0338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SARS-CoV-2/human/JPN/HiroFH227c/2022, complete genome</w:t>
      </w:r>
    </w:p>
    <w:p w14:paraId="106B065D" w14:textId="77777777" w:rsidR="00603386" w:rsidRPr="00603386" w:rsidRDefault="00603386" w:rsidP="006033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t>GenBank: OP209732.1</w:t>
      </w:r>
    </w:p>
    <w:p w14:paraId="74DFE38A" w14:textId="77777777" w:rsidR="00603386" w:rsidRPr="00603386" w:rsidRDefault="00603386" w:rsidP="006033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"https://www.ncbi.nlm.nih.gov/nuccore/OP209732.1?report=fasta" </w:instrText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033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"https://www.ncbi.nlm.nih.gov/nuccore/OP209732.1?report=graph" </w:instrText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033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209732.1"/>
    <w:bookmarkEnd w:id="1"/>
    <w:p w14:paraId="4C292975" w14:textId="77777777" w:rsidR="00603386" w:rsidRPr="00603386" w:rsidRDefault="00603386" w:rsidP="0060338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"https://www.ncbi.nlm.nih.gov/nuccore/OP209732.1" \l "goto2284799951_0" </w:instrText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033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033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2283EF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LOCUS       OP209732               29853 bp    RNA     linear   VRL 11-AUG-2022</w:t>
      </w:r>
    </w:p>
    <w:p w14:paraId="3D03DB2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7FA353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SARS-CoV-2/human/JPN/HiroFH227c/2022, complete genome.</w:t>
      </w:r>
    </w:p>
    <w:p w14:paraId="34D849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ACCESSION   OP209732</w:t>
      </w:r>
    </w:p>
    <w:p w14:paraId="688CBC3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VERSION     OP209732.1</w:t>
      </w:r>
    </w:p>
    <w:p w14:paraId="7A1D5BF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35D6E8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266885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88394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F0A5F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BF6758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074ED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29853)</w:t>
      </w:r>
    </w:p>
    <w:p w14:paraId="6868CB7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Kurose,M., Kanda,M., Fukunaga,S., Nomura,T., Tahara,H., Ohge,H.,</w:t>
      </w:r>
    </w:p>
    <w:p w14:paraId="1751D4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Ohdan,H., Kubo,T., Kishita,E., Kuwabara,M., Takahashi,K., Tanaka,J.</w:t>
      </w:r>
    </w:p>
    <w:p w14:paraId="395F22A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Sakaguchi,T.</w:t>
      </w:r>
    </w:p>
    <w:p w14:paraId="11C2609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Molecular epidemiology of SARS-CoV-2 in Hiroshima Prefecture in</w:t>
      </w:r>
    </w:p>
    <w:p w14:paraId="6900C34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Japan</w:t>
      </w:r>
    </w:p>
    <w:p w14:paraId="5D50FBC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6D89C0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29853)</w:t>
      </w:r>
    </w:p>
    <w:p w14:paraId="3EE56C2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Nomura,T., Hirakawa,R., Morita,T., Kurose,M. and Sakaguchi,T.</w:t>
      </w:r>
    </w:p>
    <w:p w14:paraId="0272672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9EB7D2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(11-AUG-2022) Department of Virology, Hiroshima</w:t>
      </w:r>
    </w:p>
    <w:p w14:paraId="5A2E5B4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University, 1-2-3 Kasumi, Hiroshima 734-8551, Japan</w:t>
      </w:r>
    </w:p>
    <w:p w14:paraId="3F6F9BA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209732.1"/>
      <w:bookmarkEnd w:id="2"/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B3947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One Codex v. JUL-2022</w:t>
      </w:r>
    </w:p>
    <w:p w14:paraId="7F5251B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414FEA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47ABA4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209732.1"/>
      <w:bookmarkEnd w:id="3"/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3489BD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1..29853</w:t>
      </w:r>
    </w:p>
    <w:p w14:paraId="4390735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/organism="Severe acute respiratory syndrome coronavirus</w:t>
      </w:r>
    </w:p>
    <w:p w14:paraId="17A55C1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DC9F05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716E0C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/isolate="SARS-CoV-2/human/JPN/HiroFH227c/2022"</w:t>
      </w:r>
    </w:p>
    <w:p w14:paraId="13B8EBB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/isolation_source="saliva"</w:t>
      </w:r>
    </w:p>
    <w:p w14:paraId="383857C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8D186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EE2BD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/country="Japan"</w:t>
      </w:r>
    </w:p>
    <w:p w14:paraId="3313C93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/collection_date="2022-01-03"</w:t>
      </w:r>
    </w:p>
    <w:p w14:paraId="191A359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"https://www.ncbi.nlm.nih.gov/nuccore/OP209732.1?from=262&amp;to=21542"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262..21542</w:t>
      </w:r>
    </w:p>
    <w:p w14:paraId="1D86C51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2BD2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"https://www.ncbi.nlm.nih.gov/nuccore/OP209732.1?location=262:13455,13455:21542"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join(262..13455,13455..21542)</w:t>
      </w:r>
    </w:p>
    <w:p w14:paraId="596009F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6B1F6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CA1522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D91C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17CFE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"https://www.ncbi.nlm.nih.gov/protein/2284799952"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UUV74773.1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90F06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63342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2D561E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F191C8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674EF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4C315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D0EB75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89D714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B0FB2C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4AF53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ADB59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1D2D3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5B6C8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D5EFB3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D9339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A9D1F4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C6484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CEAE7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07142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F9D9DC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CBA7AF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90D0F6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13E39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70DF7A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DE2DAE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F46E7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363F8F7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6EE0A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BAE4C0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8A67F3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66ADA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51820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F5AA4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492ED2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3A1500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8717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FAA9F5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FB0DA8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EBD215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8B624A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EA9377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CC2BD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5E44B3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225A76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99456B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ACF6FB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2FD930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64FE3B5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836B97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674F92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087CDA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4E929C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FF4944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4E9519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5EBF9F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8E1C9C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6906CEF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53E438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0B25B0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KLKVDTANPKTPKYKFVRIQPGQTFSVLACYNGSPSGVYQCAMRXNFTIKGSFLNGSC</w:t>
      </w:r>
    </w:p>
    <w:p w14:paraId="555BF1F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GSVGFNIDYDCVSFCYMHHMELPSGVHAGTDLEGNFYGPFVDRQTAQAAGTDTTITVN</w:t>
      </w:r>
    </w:p>
    <w:p w14:paraId="435E6E5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8BAF9B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80A7E4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59A53D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2C900D5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2D5D9EF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BA794E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708972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4F9C357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6BB34A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6E097A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126D47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9B170D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7427D8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CD6C8A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6DCD7B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14C0C3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D7CEB6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C5E9C9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24AB0B9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0E8E13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11600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422288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D79A44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EA0EEF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EFC879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8E9BFF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A7604A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5C9C5A3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53F00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D10562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6C50CF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08F964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F8427B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BF5354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908F66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7E2781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62598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B4D67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537714D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A687CD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58AF9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F94C38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91E176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27523A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2E4EDD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3864CB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239037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047761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089A26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CNVDRYPANSIVCRFDTRVLSNLNLPGCDGGSLYVNKHAFHTPAFDKSAFVNLKQLPF</w:t>
      </w:r>
    </w:p>
    <w:p w14:paraId="4B28FC2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E5F24A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30D565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1B5E1E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49A851C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GLQPSVGPKQASLNGVTLIGEAXKTQFNYYKKVDGVVQQLPETYFTQSRNLQEFKPRS</w:t>
      </w:r>
    </w:p>
    <w:p w14:paraId="595536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50946E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FF111D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E4702E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546696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9464AF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8B6C89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739063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1AF636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"https://www.ncbi.nlm.nih.gov/protein/UUV74773.1?from=1&amp;to=180"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0084A1C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3F672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65E3F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"https://www.ncbi.nlm.nih.gov/protein/UUV74773.1?from=181&amp;to=818"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41E67B9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1FAD3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445DA2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"https://www.ncbi.nlm.nih.gov/protein/UUV74773.1?from=819&amp;to=2763"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2716..8550</w:t>
      </w:r>
    </w:p>
    <w:p w14:paraId="16CEA73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2BB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B07971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"https://www.ncbi.nlm.nih.gov/protein/UUV74773.1?from=2764&amp;to=3263"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8551..10050</w:t>
      </w:r>
    </w:p>
    <w:p w14:paraId="7D3D2B3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EFA1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BC8DB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"https://www.ncbi.nlm.nih.gov/protein/UUV74773.1?from=3264&amp;to=3569"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10051..10968</w:t>
      </w:r>
    </w:p>
    <w:p w14:paraId="21962F2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9CAEF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EFDBA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"https://www.ncbi.nlm.nih.gov/protein/UUV74773.1?from=3570&amp;to=3856"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10969..11829</w:t>
      </w:r>
    </w:p>
    <w:p w14:paraId="4ECA141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71BDA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B86715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"https://www.ncbi.nlm.nih.gov/protein/UUV74773.1?from=3857&amp;to=3939"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11830..12078</w:t>
      </w:r>
    </w:p>
    <w:p w14:paraId="4FB6C1C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447A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DADCE8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"https://www.ncbi.nlm.nih.gov/protein/UUV74773.1?from=3940&amp;to=4137"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12079..12672</w:t>
      </w:r>
    </w:p>
    <w:p w14:paraId="4FD7CF8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05AE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EB73D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"https://www.ncbi.nlm.nih.gov/protein/UUV74773.1?from=4138&amp;to=4250"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12673..13011</w:t>
      </w:r>
    </w:p>
    <w:p w14:paraId="53C7832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F41A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86F01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"https://www.ncbi.nlm.nih.gov/protein/UUV74773.1?from=4251&amp;to=4389"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13012..13428</w:t>
      </w:r>
    </w:p>
    <w:p w14:paraId="01B4D02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0A284C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CC452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"https://www.ncbi.nlm.nih.gov/protein/UUV74773.1?from=4390&amp;to=5321"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join(13429..13455,13455..16223)</w:t>
      </w:r>
    </w:p>
    <w:p w14:paraId="48867E0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9DB29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ED9928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"https://www.ncbi.nlm.nih.gov/protein/UUV74773.1?from=5322&amp;to=5922"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16224..18026</w:t>
      </w:r>
    </w:p>
    <w:p w14:paraId="3BD794B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22A5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ECF4C5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"https://www.ncbi.nlm.nih.gov/protein/UUV74773.1?from=5923&amp;to=6449"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18027..19607</w:t>
      </w:r>
    </w:p>
    <w:p w14:paraId="61B034F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ECCAA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A26A00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"https://www.ncbi.nlm.nih.gov/protein/UUV74773.1?from=6450&amp;to=6795"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19608..20645</w:t>
      </w:r>
    </w:p>
    <w:p w14:paraId="36D75F4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EFC2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FCBA04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"https://www.ncbi.nlm.nih.gov/protein/UUV74773.1?from=6796&amp;to=7093"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20646..21539</w:t>
      </w:r>
    </w:p>
    <w:p w14:paraId="21D0D4C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FC25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4F5A9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"https://www.ncbi.nlm.nih.gov/nuccore/OP209732.1?from=262&amp;to=13470"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262..13470</w:t>
      </w:r>
    </w:p>
    <w:p w14:paraId="7A5374F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C5D8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5D373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21B5EB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UUV74774.1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0C8AD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37FC9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E2825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9AE96F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9E1B83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655BA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7982D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9E1B6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8ECE7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94332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7A48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D47320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56ABF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107E9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2D47E5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FF4DC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958CA4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E53E11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EF72D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7159E7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36DE8F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3A8F4E7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6C29D1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311AED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86C162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9B10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8CFA81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17027D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B5206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A8B2D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BE2788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A371F1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AFE6A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3185B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8E2A11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94B5F6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B98B18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BDFC5E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2B8602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64C755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E3EF3B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01843D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EE737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FD1054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0C38B1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8BB001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8FE4D7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1EEDA38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DA7EDE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E5D972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77D42E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B7D9D6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D0C0C2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239F8B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506B30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D0F29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9A8933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323F3C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54AFFF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KLKVDTANPKTPKYKFVRIQPGQTFSVLACYNGSPSGVYQCAMRXNFTIKGSFLNGSC</w:t>
      </w:r>
    </w:p>
    <w:p w14:paraId="594B74A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GSVGFNIDYDCVSFCYMHHMELPSGVHAGTDLEGNFYGPFVDRQTAQAAGTDTTITVN</w:t>
      </w:r>
    </w:p>
    <w:p w14:paraId="3EC84D7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54FC92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0E4ECF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69633C4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1F0C88B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3EE5FC1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8050B3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48C4FC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5DCE5A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663DEA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061D7C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4A0CE9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821EE5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8C0582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602383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E3284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31F328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EE239A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"https://www.ncbi.nlm.nih.gov/protein/UUV74774.1?from=1&amp;to=180"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57C9FED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1D1F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72117D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"https://www.ncbi.nlm.nih.gov/protein/UUV74774.1?from=181&amp;to=818"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3B9BAF8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9988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4D15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"https://www.ncbi.nlm.nih.gov/protein/UUV74774.1?from=819&amp;to=2763"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2716..8550</w:t>
      </w:r>
    </w:p>
    <w:p w14:paraId="47366BB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FD97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9D5D5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"https://www.ncbi.nlm.nih.gov/protein/UUV74774.1?from=2764&amp;to=3263"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8551..10050</w:t>
      </w:r>
    </w:p>
    <w:p w14:paraId="1B6EC56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82DB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1F179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"https://www.ncbi.nlm.nih.gov/protein/UUV74774.1?from=3264&amp;to=3569"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10051..10968</w:t>
      </w:r>
    </w:p>
    <w:p w14:paraId="43D86EE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2310C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474C0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"https://www.ncbi.nlm.nih.gov/protein/UUV74774.1?from=3570&amp;to=3856"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10969..11829</w:t>
      </w:r>
    </w:p>
    <w:p w14:paraId="5F3C89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28FC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032161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"https://www.ncbi.nlm.nih.gov/protein/UUV74774.1?from=3857&amp;to=3939"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11830..12078</w:t>
      </w:r>
    </w:p>
    <w:p w14:paraId="2C86399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B0E8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449E46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"https://www.ncbi.nlm.nih.gov/protein/UUV74774.1?from=3940&amp;to=4137"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12079..12672</w:t>
      </w:r>
    </w:p>
    <w:p w14:paraId="41CC319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63B9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79581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"https://www.ncbi.nlm.nih.gov/protein/UUV74774.1?from=4138&amp;to=4250"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12673..13011</w:t>
      </w:r>
    </w:p>
    <w:p w14:paraId="493444D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1BC9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EC56C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"https://www.ncbi.nlm.nih.gov/protein/UUV74774.1?from=4251&amp;to=4389"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13012..13428</w:t>
      </w:r>
    </w:p>
    <w:p w14:paraId="06C8EDA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50DFE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AB67E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"https://www.ncbi.nlm.nih.gov/protein/UUV74774.1?from=4390&amp;to=4402"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13429..13467</w:t>
      </w:r>
    </w:p>
    <w:p w14:paraId="4CBDFCD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9512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7CAC32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"https://www.ncbi.nlm.nih.gov/nuccore/OP209732.1?from=13463&amp;to=13490"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13463..13490</w:t>
      </w:r>
    </w:p>
    <w:p w14:paraId="28AD3FF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B417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8C4E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99B02F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"https://www.ncbi.nlm.nih.gov/nuccore/OP209732.1?from=13475&amp;to=13529"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13475..13529</w:t>
      </w:r>
    </w:p>
    <w:p w14:paraId="3ACCB6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4721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61932D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FC0708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"https://www.ncbi.nlm.nih.gov/nuccore/OP209732.1?from=21550&amp;to=25368"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21550..25368</w:t>
      </w:r>
    </w:p>
    <w:p w14:paraId="04AA69C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A9A72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"https://www.ncbi.nlm.nih.gov/nuccore/OP209732.1?from=21550&amp;to=25368"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21550..25368</w:t>
      </w:r>
    </w:p>
    <w:p w14:paraId="3F7D65A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8B2324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40A4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5EE6F5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"https://www.ncbi.nlm.nih.gov/protein/2284799954"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UUV74775.1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30F65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C67AD9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507A697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032CF99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6F70A76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4FD3943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02EA7C9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CPFDEVFNATKFASVYAWNRKRISNCVADYSVLYNLAPFFTFKCYGVSPTKLNDLCFT</w:t>
      </w:r>
    </w:p>
    <w:p w14:paraId="78BB836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4CADD81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444900D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3FB2214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2FB4881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3BD5197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793EDEE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7BF9C9E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38C3DDD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4D23489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5DA5AD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37F8AC1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59EDD58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14247AB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5684E24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YEQYIKWPWYIWLGFIAGLIAIVMVTIMLCCMTSCCSCLKGCCSCGSCCKFDEDDSEP</w:t>
      </w:r>
    </w:p>
    <w:p w14:paraId="42E973D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110CF15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"https://www.ncbi.nlm.nih.gov/nuccore/OP209732.1?from=25377&amp;to=26204"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25377..26204</w:t>
      </w:r>
    </w:p>
    <w:p w14:paraId="38937D5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3C00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"https://www.ncbi.nlm.nih.gov/nuccore/OP209732.1?from=25377&amp;to=26204"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25377..26204</w:t>
      </w:r>
    </w:p>
    <w:p w14:paraId="51F9259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2360B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41AD3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89FBA7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"https://www.ncbi.nlm.nih.gov/protein/2284799955"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UUV74776.1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C0BDF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743C38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DB1115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CF34E1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D086CA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73D0C7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"https://www.ncbi.nlm.nih.gov/nuccore/OP209732.1?from=26229&amp;to=26456"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26229..26456</w:t>
      </w:r>
    </w:p>
    <w:p w14:paraId="2C14549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2FD645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"https://www.ncbi.nlm.nih.gov/nuccore/OP209732.1?from=26229&amp;to=26456"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26229..26456</w:t>
      </w:r>
    </w:p>
    <w:p w14:paraId="6DFF4EB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7CD9D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BEE37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C28AFD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"https://www.ncbi.nlm.nih.gov/protein/2284799956"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UUV74777.1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EE5E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A4038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28AA0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"https://www.ncbi.nlm.nih.gov/nuccore/OP209732.1?from=26507&amp;to=27175"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26507..27175</w:t>
      </w:r>
    </w:p>
    <w:p w14:paraId="1C10F4F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936B5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"https://www.ncbi.nlm.nih.gov/nuccore/OP209732.1?from=26507&amp;to=27175"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26507..27175</w:t>
      </w:r>
    </w:p>
    <w:p w14:paraId="1F89FC3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9D9D6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AB4C1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E92A42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"https://www.ncbi.nlm.nih.gov/protein/2284799957"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UUV74778.1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B08D4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/translation="MAXSNGTITVEELKKLLEEWNLVIGFLFLTWICLLQFAYANRNR</w:t>
      </w:r>
    </w:p>
    <w:p w14:paraId="6228316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AFC5C8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E76FA5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56EBE2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481192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"https://www.ncbi.nlm.nih.gov/nuccore/OP209732.1?from=27186&amp;to=27371"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27186..27371</w:t>
      </w:r>
    </w:p>
    <w:p w14:paraId="17AF089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E8986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"https://www.ncbi.nlm.nih.gov/nuccore/OP209732.1?from=27186&amp;to=27371"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27186..27371</w:t>
      </w:r>
    </w:p>
    <w:p w14:paraId="662AF58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919A3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AF55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C7407B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UUV74779.1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59646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126DAAB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43C275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"https://www.ncbi.nlm.nih.gov/nuccore/OP209732.1?from=27378&amp;to=27743"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27378..27743</w:t>
      </w:r>
    </w:p>
    <w:p w14:paraId="62BF340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3B426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"https://www.ncbi.nlm.nih.gov/nuccore/OP209732.1?from=27378&amp;to=27743"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27378..27743</w:t>
      </w:r>
    </w:p>
    <w:p w14:paraId="686EADF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9160E4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2E1F7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A7B080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"https://www.ncbi.nlm.nih.gov/protein/2284799959"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UUV74780.1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F0CE6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D2B7D5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87556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87958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"https://www.ncbi.nlm.nih.gov/nuccore/OP209732.1?from=27740&amp;to=27871"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27740..27871</w:t>
      </w:r>
    </w:p>
    <w:p w14:paraId="123FE69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87D090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"https://www.ncbi.nlm.nih.gov/nuccore/OP209732.1?from=27740&amp;to=27871"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27740..27871</w:t>
      </w:r>
    </w:p>
    <w:p w14:paraId="2FD09F9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18777B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07833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428F0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"https://www.ncbi.nlm.nih.gov/protein/2284799960"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UUV74781.1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74FD1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31E527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"https://www.ncbi.nlm.nih.gov/nuccore/OP209732.1?from=27878&amp;to=28243"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27878..28243</w:t>
      </w:r>
    </w:p>
    <w:p w14:paraId="3D4F7E4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ABF66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"https://www.ncbi.nlm.nih.gov/nuccore/OP209732.1?from=27878&amp;to=28243"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27878..28243</w:t>
      </w:r>
    </w:p>
    <w:p w14:paraId="3917EBD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5C0441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01192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12E84C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"https://www.ncbi.nlm.nih.gov/protein/2284799961"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UUV74782.1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A85BB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5D3A03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2B77B2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3FBB71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"https://www.ncbi.nlm.nih.gov/nuccore/OP209732.1?from=28258&amp;to=29517"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28258..29517</w:t>
      </w:r>
    </w:p>
    <w:p w14:paraId="4AAB00B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47116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"https://www.ncbi.nlm.nih.gov/nuccore/OP209732.1?from=28258&amp;to=29517"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28258..29517</w:t>
      </w:r>
    </w:p>
    <w:p w14:paraId="4A7424C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4B3467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A27C0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07DC32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"https://www.ncbi.nlm.nih.gov/protein/2284799962"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UUV74783.1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B3C2F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624B993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09415C6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B8370B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C88731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9B3822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RGPEQTQGNFGDQELIRQGTDYKHWPQIAQFAPSASAFFGMSRIGMEVTPSGTWLTYT</w:t>
      </w:r>
    </w:p>
    <w:p w14:paraId="0694314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E339CA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1D0E8CE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"https://www.ncbi.nlm.nih.gov/nuccore/OP209732.1?from=29542&amp;to=29658"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29542..29658</w:t>
      </w:r>
    </w:p>
    <w:p w14:paraId="5240AE6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702EA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"https://www.ncbi.nlm.nih.gov/nuccore/OP209732.1?from=29542&amp;to=29658"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29542..29658</w:t>
      </w:r>
    </w:p>
    <w:p w14:paraId="68BB09E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7783B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05B29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3A0346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"https://www.ncbi.nlm.nih.gov/protein/2284799963"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UUV74784.1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07111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E273F4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"https://www.ncbi.nlm.nih.gov/nuccore/OP209732.1?from=29593&amp;to=29628"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29593..29628</w:t>
      </w:r>
    </w:p>
    <w:p w14:paraId="32B348C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FCE1A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A697CD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"https://www.ncbi.nlm.nih.gov/nuccore/OP209732.1?from=29613&amp;to=29641"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29613..29641</w:t>
      </w:r>
    </w:p>
    <w:p w14:paraId="1BE70E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1BD99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97846B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"https://www.ncbi.nlm.nih.gov/nuccore/OP209732.1?from=29712&amp;to=29752" </w:instrTex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033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29712..29752</w:t>
      </w:r>
    </w:p>
    <w:p w14:paraId="463E66F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3004B2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D4FC69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209732.1"/>
      <w:bookmarkEnd w:id="4"/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aaggtttata ccttcctagg taacaaacca accaactttc gatctcttgt agatctgttc</w:t>
      </w:r>
    </w:p>
    <w:p w14:paraId="1882B49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tctaaacgaa ctttaaaatc tgtgtggctg tcactcggct gcatgcttag tgcactcacg</w:t>
      </w:r>
    </w:p>
    <w:p w14:paraId="6957235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cagtataatt aataactaat tactgtcgtt gacaggacac gagtaactcg tctatcttct</w:t>
      </w:r>
    </w:p>
    <w:p w14:paraId="4EF32DD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gcaggctgct tacggtttcg tccgtgttgc agccgatcat cagcacatct aggttttgtc</w:t>
      </w:r>
    </w:p>
    <w:p w14:paraId="6233B47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cgggtgtgac cgaaaggtaa gatggagagc cttgtccctg gtttcaacga gaaaacacac</w:t>
      </w:r>
    </w:p>
    <w:p w14:paraId="749F9EC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gtccaactca gtttgcctgt tttacaggtt cgcgacgtgc tcgtacgtgg ctttggagac</w:t>
      </w:r>
    </w:p>
    <w:p w14:paraId="2A9C5A0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tccgtggagg aggtcttatc agaggcacgt caacatctta aagatggcac ttgtggctta</w:t>
      </w:r>
    </w:p>
    <w:p w14:paraId="4B363E2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gtagaagttg aaaaaggcgt tttgcctcaa cttgaacagc cctatgtgtt catcaaacgt</w:t>
      </w:r>
    </w:p>
    <w:p w14:paraId="7AFBD4F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tcggatgctc gaactgcacc tcatggtcat gttatggttg agctggtagc agaactcgaa</w:t>
      </w:r>
    </w:p>
    <w:p w14:paraId="2A26877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ggcattcagt acggtcgtag tggtgagaca cttggtgtcc ttgtccctca tgtgggcgaa</w:t>
      </w:r>
    </w:p>
    <w:p w14:paraId="2327917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ataccagtgg cttaccgcaa ggttcttctt cgtaagaacg gtaataaagg agctggtggc</w:t>
      </w:r>
    </w:p>
    <w:p w14:paraId="40041C4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catagttacg gcgccgatct aaagtcattt gacttaggcg acgagcttgg cactgatcct</w:t>
      </w:r>
    </w:p>
    <w:p w14:paraId="78BEBE4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tatgaagatt ttcaagaaaa ctggaacact aaacatagca gtggtgttac ccgtgaactc</w:t>
      </w:r>
    </w:p>
    <w:p w14:paraId="489620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atgcgtgagc ttaacggagg ggcatacact cgctatgtcg ataacaactt ctgtggccct</w:t>
      </w:r>
    </w:p>
    <w:p w14:paraId="42587B8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gatggctacc ctcttgagtg cattaaagac cttctagcac gtgctggtaa agcttcatgc</w:t>
      </w:r>
    </w:p>
    <w:p w14:paraId="5788881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actttgtccg aacaactgga ctttattgac actaagaggg gtgtatactg ctgccgtgaa</w:t>
      </w:r>
    </w:p>
    <w:p w14:paraId="2BDAD41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catgagcatg aaattgcttg gtacacggaa cgttctgaaa agagctatga attgcagaca</w:t>
      </w:r>
    </w:p>
    <w:p w14:paraId="050682F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ccttttgaaa ttaaattggc aaagaaattt gacaccttca atggggaatg tccaaatttt</w:t>
      </w:r>
    </w:p>
    <w:p w14:paraId="65DB220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gtatttccct taaattccat aatcaagact attcaaccaa gggttgaaaa gaaaaagctt</w:t>
      </w:r>
    </w:p>
    <w:p w14:paraId="22B67B9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gatggcttta tgggtagaat tcgatctgtc tatccagttg cgtcaccaaa tgaatgcaac</w:t>
      </w:r>
    </w:p>
    <w:p w14:paraId="4DB0C13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caaatgtgcc tttcaactct catgaagtgt gatcattgtg gtgaaacttc atggcagacg</w:t>
      </w:r>
    </w:p>
    <w:p w14:paraId="10F09D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ggcgattttg ttaaagccac ttgcgaattt tgtggcactg agaatttgac taaagaaggt</w:t>
      </w:r>
    </w:p>
    <w:p w14:paraId="79E4128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gccactactt gtggttactt accccaaaat gctgttgtta aaatttattg tccagcatgt</w:t>
      </w:r>
    </w:p>
    <w:p w14:paraId="3DA8961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cacaattcag aagtaggacc tgagcatagt cttgccgaat accataatga atctggcttg</w:t>
      </w:r>
    </w:p>
    <w:p w14:paraId="07920B4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aaaaccattc ttcgtaaggg tggtcgcact attgcctttg gaggctgtgt gttctcttat</w:t>
      </w:r>
    </w:p>
    <w:p w14:paraId="08C77B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gttggttgcc ataacaagtg tgcctattgg gttccacgtg ctagcgctaa cataggttgt</w:t>
      </w:r>
    </w:p>
    <w:p w14:paraId="67D446B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aaccatacag gtgttgttgg agaaggttcc gaaggtctta atgacaacct tcttgaaata</w:t>
      </w:r>
    </w:p>
    <w:p w14:paraId="55A9F9E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ctccaaaaag agaaagtcaa catcaatatt gttggtgact ttaaacttaa tgaagagatc</w:t>
      </w:r>
    </w:p>
    <w:p w14:paraId="74E5E75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gccattattt tggcatcttt ttctgcttcc acaagtgctt ttgtggaaac tgtgaaaggt</w:t>
      </w:r>
    </w:p>
    <w:p w14:paraId="32E7EFA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ttggattata aagcattcaa acaaattgtt gaatcctgtg gtaattttaa agttacaaaa</w:t>
      </w:r>
    </w:p>
    <w:p w14:paraId="06E2DDB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ggaaaagcta aaaaaggtgc ttggaatatt ggtgaacaga aatcaatact gagtcctctt</w:t>
      </w:r>
    </w:p>
    <w:p w14:paraId="4860D12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tatgcatttg catcagaggc tgctcgtgtt gtacgatcaa ttttctcccg cactcttgaa</w:t>
      </w:r>
    </w:p>
    <w:p w14:paraId="4545BC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actgctcaaa attctgtgcg tgttttacag aaggccgcta taacaatact agatggaatt</w:t>
      </w:r>
    </w:p>
    <w:p w14:paraId="1F68342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tcacagtatt cactgagact cattgatgct atgatgttca catctgattt ggctactaac</w:t>
      </w:r>
    </w:p>
    <w:p w14:paraId="7BA57A6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aatctagttg taatggccta cattacaggt ggtgttgttc agttgacttc gcagtggcta</w:t>
      </w:r>
    </w:p>
    <w:p w14:paraId="1656CBF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actaacatct ttggcactgt ttatgaaaaa ctcaaacccg tccttgattg gcttgaagag</w:t>
      </w:r>
    </w:p>
    <w:p w14:paraId="1ADC96D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aagtttaagg aaggtgtaga gtttcttaga gacggttggg aaattgttaa atttatctca</w:t>
      </w:r>
    </w:p>
    <w:p w14:paraId="1B932EC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acctgtgctt gtgaaattgt cggtggacaa attgtcacct gtgcaaagga aattaaggag</w:t>
      </w:r>
    </w:p>
    <w:p w14:paraId="7875D05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agtgttcaga cattctttaa gcttgtaaat aaatttttgg ctttgtgtgc tgactctatc</w:t>
      </w:r>
    </w:p>
    <w:p w14:paraId="5AC5BFB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attattggtg gagctaaact taaagccttg aatttaggtg aaacatttgt cacgcactca</w:t>
      </w:r>
    </w:p>
    <w:p w14:paraId="6F57C45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aagggattgt acagaaagtg tgttaaatcc agagaagaaa ctggcctact catgcctcta</w:t>
      </w:r>
    </w:p>
    <w:p w14:paraId="15140BA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aaagctccaa aagaaattat cttcttagag ggagaaacac ttcccacaga agtgttaaca</w:t>
      </w:r>
    </w:p>
    <w:p w14:paraId="3D10F68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gaggaagttg tcttgaaaac tggtgattta caaccattag aacaacctac tagtgaagct</w:t>
      </w:r>
    </w:p>
    <w:p w14:paraId="4ECEEE4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gttgaagctc cattggttgg tacaccagtt tgtattaacg ggcttatgtt gctcgaaatc</w:t>
      </w:r>
    </w:p>
    <w:p w14:paraId="739864C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aaagacacag aaaagtactg tgcccttgca cctaatatga tggtaacaaa caataccttc</w:t>
      </w:r>
    </w:p>
    <w:p w14:paraId="385EDC3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acactcaaag gcggtgcacc aacaaaggtt acttttggtg atgacactgt gatagaagtg</w:t>
      </w:r>
    </w:p>
    <w:p w14:paraId="2A3407F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caaggttaca agagtgtgaa tatcactttt gaacttgatg aaaggattga taaagtactt</w:t>
      </w:r>
    </w:p>
    <w:p w14:paraId="29229FF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aatgagaggt gctctgccta tacagttgaa ctcggtacag aagtaaatga gttcgcctgt</w:t>
      </w:r>
    </w:p>
    <w:p w14:paraId="305EBB2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gttgtggcag atgctgtcat aaaaactttg caaccagtat ctgaattact tacaccactg</w:t>
      </w:r>
    </w:p>
    <w:p w14:paraId="3D3E1EB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ggcattgatt tagatgagtg gagtatggct acatactact tatttgatga gtctggtgag</w:t>
      </w:r>
    </w:p>
    <w:p w14:paraId="132CDC4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tttaaattgg cttcacatat gtattgttct ttttaccctc cagatgagga tgaagaagaa</w:t>
      </w:r>
    </w:p>
    <w:p w14:paraId="3B0C219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ggtgattgtg aagaagaaga gtttgagcca tcaactcaat atgagtatgg tactgaagat</w:t>
      </w:r>
    </w:p>
    <w:p w14:paraId="5B71200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gattaccaag gtaaaccttt ggaatttggt gccacttctg ctgctcttca acctgaagaa</w:t>
      </w:r>
    </w:p>
    <w:p w14:paraId="1DE690A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gagcaagaag aagattggtt agatgatgat agtcaacaaa ctgttggtca acaagacggc</w:t>
      </w:r>
    </w:p>
    <w:p w14:paraId="3147FD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agtgaggaca atcagacaac tactattcaa acaattgttg aggttcaacc tcaattagag</w:t>
      </w:r>
    </w:p>
    <w:p w14:paraId="31D714D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atggaactta caccagttgt tcagactatt gaagtgaata gttttagtgg ttatttaaaa</w:t>
      </w:r>
    </w:p>
    <w:p w14:paraId="2347574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cttactgaca atgtatacat taaaaatgca gacattgtgg aagaagctaa aaaggtaaaa</w:t>
      </w:r>
    </w:p>
    <w:p w14:paraId="02ECB44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ccaacagtgg ttgttaatgc agccaatgtt taccttaaac atggaggagg tgttgcagga</w:t>
      </w:r>
    </w:p>
    <w:p w14:paraId="4DCC23E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gccttaaata aggctactaa caatgccatg caagttgaat ctgatgatta catagctact</w:t>
      </w:r>
    </w:p>
    <w:p w14:paraId="2B8A9CF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aatggaccac ttaaagtggg tggtagttgt gttttaagcg gacacaatct tgctaaacac</w:t>
      </w:r>
    </w:p>
    <w:p w14:paraId="7FB512E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tgtcttcatg ttgtcggccc aaatgttaac aaaggtgaag acattcaact tcttaagagt</w:t>
      </w:r>
    </w:p>
    <w:p w14:paraId="60A36AA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gcttatgaaa attttaatca gcacgaagtt ctacttgcac cattattatc agctggtatt</w:t>
      </w:r>
    </w:p>
    <w:p w14:paraId="783F8C2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tttggtgctg accctataca ttctttaaga gtttgtgtag atactgttcg cacaaatgtc</w:t>
      </w:r>
    </w:p>
    <w:p w14:paraId="38F11EF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tacttagctg tctttgataa aaatctctat gacaaacttg tttcaagctt tttggaaatg</w:t>
      </w:r>
    </w:p>
    <w:p w14:paraId="153EDA4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aagagtgaaa agcaagttga acaaaagatc gctgagattc ctaaagagga agttaagcca</w:t>
      </w:r>
    </w:p>
    <w:p w14:paraId="2749A89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tttataactg aaagtaaacc ttcagttgaa cagagaaaac aagatgataa gaaaatcaaa</w:t>
      </w:r>
    </w:p>
    <w:p w14:paraId="4FD69DC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gcttgtgttg aagaagttac aacaactctg gaagaaacta agttcctcac agaaaacttg</w:t>
      </w:r>
    </w:p>
    <w:p w14:paraId="776F8FB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ttactttata ttgacattaa tggcaatctt catccagatt ctgccactct tgttagtgac</w:t>
      </w:r>
    </w:p>
    <w:p w14:paraId="0DEA4B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attgacatca ctttcttaaa gaaagatgct ccatatatag tgggtgatgt tgttcaagag</w:t>
      </w:r>
    </w:p>
    <w:p w14:paraId="7061773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ggtgttttaa ctgctgtggt tatacctact aaaaaggctg gtggcactac tgaaatgcta</w:t>
      </w:r>
    </w:p>
    <w:p w14:paraId="6626DFF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gcgaaagctt tgagaaaagt gccaacagac aattatataa ccacttaccc gggtcagggt</w:t>
      </w:r>
    </w:p>
    <w:p w14:paraId="7C6A7A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ttaaatggtt acactgtaga ggaggcaaag acagtgctta aaaagtgtaa aagtgccttt</w:t>
      </w:r>
    </w:p>
    <w:p w14:paraId="1BE5431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tacattctac catctattat ctctaatgag aagcaagaaa ttcttggaac tgtttcttgg</w:t>
      </w:r>
    </w:p>
    <w:p w14:paraId="454C76C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aatttgcgag aaatgcttgc acatgcagaa gaaacacgca aattaatgcc tgtctgtgtg</w:t>
      </w:r>
    </w:p>
    <w:p w14:paraId="2176199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gaaactaaag ccatagtttc aactatacag cgtaaatata agggtattaa aatacaagag</w:t>
      </w:r>
    </w:p>
    <w:p w14:paraId="4AC1B4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ggtgtggttg attatggtgc tagattttac ttttacacca gtaaaacaac tgtagcgtca</w:t>
      </w:r>
    </w:p>
    <w:p w14:paraId="0431383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cttatcaaca cacttaacga tctaaatgaa actcttgtta caatgccact tggctatgta</w:t>
      </w:r>
    </w:p>
    <w:p w14:paraId="6F4572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acacatggct taaatttgga agaagctgct cggtatatga gatctctcaa agtgccagct</w:t>
      </w:r>
    </w:p>
    <w:p w14:paraId="5648D21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acagtttctg tttcttcacc tgatgctgtt acagcgtata atggttatct tacttcttct</w:t>
      </w:r>
    </w:p>
    <w:p w14:paraId="42B04C7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tctaaaacac ctgaagaaca ttttattgaa accatctcac ttgctggttc ctataaagat</w:t>
      </w:r>
    </w:p>
    <w:p w14:paraId="00724D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tggtcctatt ctggacaatc tacacaacta ggtatagaat ttcttaagag aggtgataaa</w:t>
      </w:r>
    </w:p>
    <w:p w14:paraId="3C045FB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agtgtatatt acactagtaa tcctaccaca ttccacctag atggtgaagt tatcaccttt</w:t>
      </w:r>
    </w:p>
    <w:p w14:paraId="0ED8F30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gacaatctta agacacttct ttctttgaga gaagtgagga ctattaaggt gtttacaaca</w:t>
      </w:r>
    </w:p>
    <w:p w14:paraId="33F143E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gtagacaaca ttaacctcca cacgcaagtt gtggacatgt caatgacata tggacaacag</w:t>
      </w:r>
    </w:p>
    <w:p w14:paraId="49C6599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tttggtccaa cttatttgga tggagctgat gttactaaaa taaaacctca taattcacat</w:t>
      </w:r>
    </w:p>
    <w:p w14:paraId="5967046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gaaggtaaaa cattttatgt tttacctaat gatgacactc tacgtgttga ggcttttgag</w:t>
      </w:r>
    </w:p>
    <w:p w14:paraId="6021303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tactaccaca caactgatcc tagttttctg ggtaggtaca tgtcagcatt aaatcacact</w:t>
      </w:r>
    </w:p>
    <w:p w14:paraId="7442D84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aaaaagtgga aatacccaca agttaatggt ttaacttcta ttaaatgggc agataacaac</w:t>
      </w:r>
    </w:p>
    <w:p w14:paraId="436F63F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tgttatcttg ccactgcatt gttaacactc caacaaatag agttgaagtt taatccacct</w:t>
      </w:r>
    </w:p>
    <w:p w14:paraId="235B150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gctctacaag atgcttatta cagagcaagg gctggtgaag cggctaactt ttgtgcactt</w:t>
      </w:r>
    </w:p>
    <w:p w14:paraId="7841C77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atcttagcct actgtaataa gacagtaggt gagttaggtg atgttagaga aacaatgagt</w:t>
      </w:r>
    </w:p>
    <w:p w14:paraId="0E8EF77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tacttgtttc aacatgccaa tttagattct tgcaaaagag tcttgaacgt ggtgtgtaaa</w:t>
      </w:r>
    </w:p>
    <w:p w14:paraId="1DB8E0E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acttgtggac aacagcagac aacccttaag ggtgtagaag ctgttatgta catgggcaca</w:t>
      </w:r>
    </w:p>
    <w:p w14:paraId="5898F9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ctttcttatg aacaatttaa gaaaggtgtt cagatacctt gtacgtgtgg taaacaagct</w:t>
      </w:r>
    </w:p>
    <w:p w14:paraId="7F99259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acaaaatatc tagtacaaca ggagtcacct tttgttatga tgtcagcacc acctgctcag</w:t>
      </w:r>
    </w:p>
    <w:p w14:paraId="31443F8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tatgaactta agcatggtac atttacttgt gctagtgagt acactggtaa ttaccagtgt</w:t>
      </w:r>
    </w:p>
    <w:p w14:paraId="22466CC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ggtcactata aacatataac ttctaaagaa actttgtatt gcatagacgg tgctttactt</w:t>
      </w:r>
    </w:p>
    <w:p w14:paraId="02C7A10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acaaagtcct cagaatacaa aggtcctatt acggatgttt tctacaaaga aaacagttac</w:t>
      </w:r>
    </w:p>
    <w:p w14:paraId="3F794CC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acaacaacca taaaaccagt tacttataaa ttggatggtg ttgtttgtac agaaattgac</w:t>
      </w:r>
    </w:p>
    <w:p w14:paraId="2B825F5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cctaagttgg acaattatta taagaaagac aattcttatt tcacagagca accaattgat</w:t>
      </w:r>
    </w:p>
    <w:p w14:paraId="43901A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cttgtaccaa accaaccata tccaaacgca agcttcgata attttaagtt tgtatgtgat</w:t>
      </w:r>
    </w:p>
    <w:p w14:paraId="0A62979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aatatcaaat ttgctgatga tttaaaccag ttaactggtt ataagaaacc tgcttcaaga</w:t>
      </w:r>
    </w:p>
    <w:p w14:paraId="035DCAB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gagcttaaag ttacattttt ccctgactta aatggtgatg tggtggctat tgattataaa</w:t>
      </w:r>
    </w:p>
    <w:p w14:paraId="40362F3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cactacacac cctcttttaa gaaaggagct aaattgttac ataaacctat tgtttggcat</w:t>
      </w:r>
    </w:p>
    <w:p w14:paraId="79BEF47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gttaacaatg caactaataa agccacgtat aaaccaaata cctggtgtat acgttgtctt</w:t>
      </w:r>
    </w:p>
    <w:p w14:paraId="2DB4CFF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tggagcacaa aaccagttga aacatcaaat tcgtttgatg tactgaagtc agaggacgcg</w:t>
      </w:r>
    </w:p>
    <w:p w14:paraId="0C9A4D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cagggaatgg ataatcttgc ctgcgaagat ctaaaaccag tctctgaaga agtagtggaa</w:t>
      </w:r>
    </w:p>
    <w:p w14:paraId="16A013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aatcctacca tacagaaaga cgttcttgag tgtaatgtga aaactaccga agttgtagga</w:t>
      </w:r>
    </w:p>
    <w:p w14:paraId="160E120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gacattatac ttaaaccagc aaataatagt ttaaaaatta cagaagaggt tggccacaca</w:t>
      </w:r>
    </w:p>
    <w:p w14:paraId="34D56ED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gatctaatgg ctgcttatgt agacaattct agtcttacta ttaagaaacc taatgaatta</w:t>
      </w:r>
    </w:p>
    <w:p w14:paraId="7B0A8DC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tctagagtat taggtttgaa aacccttgct actcatggtt tagctgctgt taatagtgtc</w:t>
      </w:r>
    </w:p>
    <w:p w14:paraId="5EED79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ccttgggata ctatagctaa ttatgctaag ccttttctta acaaagttgt tagtacaact</w:t>
      </w:r>
    </w:p>
    <w:p w14:paraId="575F349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actaacatag ttacacggtg tttaaaccgt gtttgtacta attatatgcc ttatttcttt</w:t>
      </w:r>
    </w:p>
    <w:p w14:paraId="7A71FD7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actttattgc tacaattgtg tacttttact agaagtacaa attctagaat taaagcatct</w:t>
      </w:r>
    </w:p>
    <w:p w14:paraId="0215B24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atgccgacta ctatagcaaa gaatactgtt aagagtgtcg gtaaattttg tctagaggct</w:t>
      </w:r>
    </w:p>
    <w:p w14:paraId="1565CF0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tcatttaatt atttgaagtc acctaatttt tctaaactga taaatattat aatttggttt</w:t>
      </w:r>
    </w:p>
    <w:p w14:paraId="7DC3E2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ttactattaa gtgtttgcct aggttcttta atctactcaa ccgctgcttt aggtgtttta</w:t>
      </w:r>
    </w:p>
    <w:p w14:paraId="5ED96BD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atgtctaatt taggcatgcc ttcttactgt actggttaca gagaaggcta tttgaactct</w:t>
      </w:r>
    </w:p>
    <w:p w14:paraId="5609EF3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actaatgtca ctattgcaac ctactgtact ggttctatac cttgtagtgt ttgtcttagt</w:t>
      </w:r>
    </w:p>
    <w:p w14:paraId="562A027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ggtttagatt ctttagacac ctatccttct ttagaaacta tacaaattac catttcatct</w:t>
      </w:r>
    </w:p>
    <w:p w14:paraId="24AD7D0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tttaaatggg atttaactgc ttttggctta gttgcagagt ggtttttggc atatattctt</w:t>
      </w:r>
    </w:p>
    <w:p w14:paraId="2EA146D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ttcactaggt ttttctatgt acttggattg gctgcaatca tgcaattgtt tttcagctat</w:t>
      </w:r>
    </w:p>
    <w:p w14:paraId="7C265CE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tttgcagtac attttattag taattcttgg cttatgtggt taataattaa tcttgtacaa</w:t>
      </w:r>
    </w:p>
    <w:p w14:paraId="66C7AEE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atggccccga tttcagctat ggttagaatg tacatcttct ttgcatcatt ttattatgta</w:t>
      </w:r>
    </w:p>
    <w:p w14:paraId="158D1CB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tggaaaagtt atgtgcatgt tgtagacggt tgtaattcat caacttgtat gatgtgttac</w:t>
      </w:r>
    </w:p>
    <w:p w14:paraId="6192B78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aaacgtaata gagcaacaag agtcgaatgt acaactattg ttaatggtgt tagaaggtcc</w:t>
      </w:r>
    </w:p>
    <w:p w14:paraId="549767D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ttttatgtct atgctaatgg aggtaaaggc ttttgcaaac tacacaattg gaattgtgtt</w:t>
      </w:r>
    </w:p>
    <w:p w14:paraId="4F78A7D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aattgtgata cattctgtgc tggtagtaca tttattagtg atgaagttgc gagagacttg</w:t>
      </w:r>
    </w:p>
    <w:p w14:paraId="62CB7DB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tcactacagt ttaaaagacc aataaatcct actgaccagt cttcttacat cgttgatagt</w:t>
      </w:r>
    </w:p>
    <w:p w14:paraId="33A24EB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gttacagtga agaatggttc catccatctt tactttgata aagctggtca aaagacttat</w:t>
      </w:r>
    </w:p>
    <w:p w14:paraId="74B3752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gaaagacatt ctctctctca ttttgttaac ttagacaacc tgagagctaa taacactaaa</w:t>
      </w:r>
    </w:p>
    <w:p w14:paraId="23A2913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ggttcattgc ctattaatgt tatagttttt gatggtaaat caaaatgtga agaatcatct</w:t>
      </w:r>
    </w:p>
    <w:p w14:paraId="2EA8E2D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gcaaaatcag cgtctgttta ctacagtcag cttatgtgtc aacctatact gttactagat</w:t>
      </w:r>
    </w:p>
    <w:p w14:paraId="2013040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caggcattag tgtctgatgt tggtgatagt gcggaagttg cagttaaaat gtttgatgct</w:t>
      </w:r>
    </w:p>
    <w:p w14:paraId="148D998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tacgttaata cgttttcatc aacttttaac gtaccaatgg aaaaactcaa aacactagtt</w:t>
      </w:r>
    </w:p>
    <w:p w14:paraId="1747402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gcaactgcag aagctgaact tgcaaagaat gtgtccttag acaatgtctt atctactttt</w:t>
      </w:r>
    </w:p>
    <w:p w14:paraId="23752B4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atttcagcag ctcggcaagg gtttgttgat tcagatgtag aaactaaaga tgttgttgaa</w:t>
      </w:r>
    </w:p>
    <w:p w14:paraId="6109259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tgtcttaaat tgtcacatca atctgacata gaagttactg gcgatagttg taataactat</w:t>
      </w:r>
    </w:p>
    <w:p w14:paraId="36F40EE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atgctcacct ataacaaagt tgaaaacatg acaccccgtg accttggtgc ttgtattgac</w:t>
      </w:r>
    </w:p>
    <w:p w14:paraId="4BECE08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tgtagtgcgc gtcatattaa tgcgcaggta gcaaaaagtc acaacattac tttgatatgg</w:t>
      </w:r>
    </w:p>
    <w:p w14:paraId="596F6E3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aacgttaaag atttcatgtc attgtctgaa caactacgaa aacaaatacg tagtgctgct</w:t>
      </w:r>
    </w:p>
    <w:p w14:paraId="22E5256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aaaaagaata acttaccttt taagttgaca tgtgcaacta ctagacaagt tgttaatgtt</w:t>
      </w:r>
    </w:p>
    <w:p w14:paraId="4BD7C07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gtaacaacaa agatagcact taagggtggt aaaattgtta ataattggtt gaagcagtta</w:t>
      </w:r>
    </w:p>
    <w:p w14:paraId="2EFEB6D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attaaagtta cacttgtgtt cctttttgtt gctgctattt tctatttaat aacacctgtt</w:t>
      </w:r>
    </w:p>
    <w:p w14:paraId="7CB875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catgtcatgt ctaaacatac tgacttttca agtgaaatca taggatacaa ggctattgat</w:t>
      </w:r>
    </w:p>
    <w:p w14:paraId="4B75EAD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ggtggtgtca ctcgtgacat agcatctaca gatacttgtt ttgctaacaa acatgctgat</w:t>
      </w:r>
    </w:p>
    <w:p w14:paraId="05C0148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tttgacacat ggtttagcca gcgtggtggt agttatacta atgacaaagc ttgcccattg</w:t>
      </w:r>
    </w:p>
    <w:p w14:paraId="34DF41C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attgctgcag tcataacaag agaagtgggt tttgtcgtgc ctggtttgcc tggcacgata</w:t>
      </w:r>
    </w:p>
    <w:p w14:paraId="73EB298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ttacgcacaa ctaatggtga ctttttgcat ttcttaccta gagtttttag tgcagttggt</w:t>
      </w:r>
    </w:p>
    <w:p w14:paraId="1FA4659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aacatctgtt acacaccatc aaaacttata gagtacactg actttgcaac atcagcttgt</w:t>
      </w:r>
    </w:p>
    <w:p w14:paraId="00DA84B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gttttggctg ctgaatgtac aatttttaaa gatgcttctg gtaagccagt accatattgt</w:t>
      </w:r>
    </w:p>
    <w:p w14:paraId="5A2203B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tatgatacca atgtactaga aggttctgtt gcttatgaaa gtttacgccc tgacacacgt</w:t>
      </w:r>
    </w:p>
    <w:p w14:paraId="65F4ABB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tatgtgctca tggatggctc tattattcaa tttcctaaca cctaccttga aggttctgtt</w:t>
      </w:r>
    </w:p>
    <w:p w14:paraId="766D626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agagtggtaa caacttttga ttctgagtac tgtaggcacg gcacttgtga aagatcagaa</w:t>
      </w:r>
    </w:p>
    <w:p w14:paraId="5D65D79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gctggtgttt gtgtatctac tagtggtaga tgggtactta acaatgatta ttacagatct</w:t>
      </w:r>
    </w:p>
    <w:p w14:paraId="270CE6E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ttaccaggag ttttctgtgg tgtagatgct gtaaatttac ttactaatat gtttacacca</w:t>
      </w:r>
    </w:p>
    <w:p w14:paraId="3503932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ctaattcaac ctattggtgc tttggacata tcagcatcta tagtagctgg tggtattgta</w:t>
      </w:r>
    </w:p>
    <w:p w14:paraId="6530E11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gctatcgtag taacatgcct tgcctactat tttatgaggt ttagaagagc ttttggtgaa</w:t>
      </w:r>
    </w:p>
    <w:p w14:paraId="1F38D3E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tacagtcatg tagttgcctt taatacttta ctattcctta tgtcattcac tgtactctgt</w:t>
      </w:r>
    </w:p>
    <w:p w14:paraId="6225170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ttaacaccag tttactcatt cttacctggt gtttattctg ttatttactt gtacttgaca</w:t>
      </w:r>
    </w:p>
    <w:p w14:paraId="43F0916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ttttatctta ctaatgatgt ttctttttta gcacatattc agtggatggt tatgttcaca</w:t>
      </w:r>
    </w:p>
    <w:p w14:paraId="7F05EE0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cctttagtac ctttctggat aacaattgct tatatcattt gtatttccac aaagcatttc</w:t>
      </w:r>
    </w:p>
    <w:p w14:paraId="218A9BA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tattggttct ttagtaatta cctaaagaga cgtgtagtct ttaatggtgt ttcctttagt</w:t>
      </w:r>
    </w:p>
    <w:p w14:paraId="5D82263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acttttgaag aagctgcgct gtgcaccttt ttgttaaata aagaaatgta tctaaagttg</w:t>
      </w:r>
    </w:p>
    <w:p w14:paraId="6500EFE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cgtagtgatg tgctattacc tcttacgcaa tataatagat acttagctct ttataataag</w:t>
      </w:r>
    </w:p>
    <w:p w14:paraId="7001898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tacaagtatt ttagtggagc aatggataca actagctaca gagaagctgc ttgttgtcat</w:t>
      </w:r>
    </w:p>
    <w:p w14:paraId="0604E00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ctcgcaaagg ctctcaatga cttcagtaac tcaggttctg atgttcttta ccaaccacca</w:t>
      </w:r>
    </w:p>
    <w:p w14:paraId="0412141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caaatctcta tcacctcagc tgttttgcag agtggtttta gaaaaatggc attcccatct</w:t>
      </w:r>
    </w:p>
    <w:p w14:paraId="4498FFF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ggtaaagttg agggttgtat ggtacaagta acttgtggta caactacact taacggtctt</w:t>
      </w:r>
    </w:p>
    <w:p w14:paraId="3CA038C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tggcttgatg acgtagttta ctgtccaaga catgtgatct gcacctctga agacatgctt</w:t>
      </w:r>
    </w:p>
    <w:p w14:paraId="69AF6E9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aaccctaatt atgaagattt actcattcgt aagtctaatc ataatttctt ggtacaggct</w:t>
      </w:r>
    </w:p>
    <w:p w14:paraId="0A33064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ggtaatgttc aactcagggt tattggacat tctatgcaaa attgtgtact taagcttaag</w:t>
      </w:r>
    </w:p>
    <w:p w14:paraId="6283AC3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gttgatacag ccaatcctaa gacacctaag tataagtttg ttcgcattca accaggacag</w:t>
      </w:r>
    </w:p>
    <w:p w14:paraId="7072106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actttttcag tgttagcttg ttacaatggt tcaccatctg gtgtttacca atgtgctatg</w:t>
      </w:r>
    </w:p>
    <w:p w14:paraId="62EBD3C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aggcmcaatt tcactattaa gggttcattc cttaatggtt catgtggtag tgttggtttt</w:t>
      </w:r>
    </w:p>
    <w:p w14:paraId="0C29228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aacatagatt atgactgtgt ctctttttgt tacatgcacc atatggaatt accaagtgga</w:t>
      </w:r>
    </w:p>
    <w:p w14:paraId="211EAB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gttcatgctg gcacagactt agaaggtaac ttttatggac cttttgttga caggcaaaca</w:t>
      </w:r>
    </w:p>
    <w:p w14:paraId="3094DDE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gcacaagcag ctggtacgga cacaactatt acagttaatg ttttagcttg gttgtacgct</w:t>
      </w:r>
    </w:p>
    <w:p w14:paraId="5A129C8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gctgttataa atggagacag gtggtttctc aatcgattta ccacaactct taatgacttt</w:t>
      </w:r>
    </w:p>
    <w:p w14:paraId="170B88D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aaccttgtgg ctatgaagta caattatgaa cctctaacac aagaccatgt tgacatacta</w:t>
      </w:r>
    </w:p>
    <w:p w14:paraId="308D508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ggacctcttt ctgctcaaac tggaattgcc gttttagata tgtgtgcttc attaaaagaa</w:t>
      </w:r>
    </w:p>
    <w:p w14:paraId="3856721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ttactgcaaa atggtatgaa tggacgtacc atattgggta gtgctttatt agaagatgaa</w:t>
      </w:r>
    </w:p>
    <w:p w14:paraId="6764385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tttacacctt ttgatgttgt tagacaatgc tcaggtgtta ctttccaaag tgcagtgaaa</w:t>
      </w:r>
    </w:p>
    <w:p w14:paraId="0AD26D3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agaacaatca agggtacaca ccactggttg ttactcacaa ttttgacttc acttttagtt</w:t>
      </w:r>
    </w:p>
    <w:p w14:paraId="45B4003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ttagtccaga gtactcaatg gtctttgttc ttttttttgt atgaaaatgc ctttttacct</w:t>
      </w:r>
    </w:p>
    <w:p w14:paraId="25790A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tttgctatgg gtattattgc tatgtctgct tttgcaatga tgtttgtcaa acataagcat</w:t>
      </w:r>
    </w:p>
    <w:p w14:paraId="2F9F7B7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gcatttctct gtttgttttt gttaccttct cttgccactg tagcttattt taatatggtc</w:t>
      </w:r>
    </w:p>
    <w:p w14:paraId="145051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tatatgcctg ctagttgggt gatgcgtatt atgacatggt tggatatggt tgatactagt</w:t>
      </w:r>
    </w:p>
    <w:p w14:paraId="685E3F6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tttaagctaa aagactgtgt tatgtatgca tcagctgtag tgttactaat ccttatgaca</w:t>
      </w:r>
    </w:p>
    <w:p w14:paraId="02B3DCF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gcaagaactg tgtatgatga tggtgctagg agagtgtgga cacttatgaa tgtcttgaca</w:t>
      </w:r>
    </w:p>
    <w:p w14:paraId="492FC0B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ctcgtttata aagtttatta tggtaatgct ttagatcaag ccatttccat gtgggctctt</w:t>
      </w:r>
    </w:p>
    <w:p w14:paraId="480060E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ataatctctg ttacttctaa ctactcaggt gtagttacaa ctgtcatgtt tttggccaga</w:t>
      </w:r>
    </w:p>
    <w:p w14:paraId="51917E0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ggtgttgttt ttatgtgtgt tgagtattgc cctattttct tcataactgg taatacactt</w:t>
      </w:r>
    </w:p>
    <w:p w14:paraId="559C36F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cagtgtataa tgctagttta ttgtttctta ggctattttt gtacttgtta ctttggcctc</w:t>
      </w:r>
    </w:p>
    <w:p w14:paraId="64F5A7E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ttttgtttac tcaaccgcta ctttagactg actcttggtg tttatgatta cttagtttct</w:t>
      </w:r>
    </w:p>
    <w:p w14:paraId="3F38152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acacaggagt ttagatatat gaattcacag ggactactcc cacccaagaa tagcatagat</w:t>
      </w:r>
    </w:p>
    <w:p w14:paraId="65903BC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gccttcaaac tcaacattaa attgttgggt gttggtggca aaccttgtat caaagtagcc</w:t>
      </w:r>
    </w:p>
    <w:p w14:paraId="69522D7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actgtacagt ctaaaatgtc agatgtaaag tgcacatcag tagtcttact ctcagttttg</w:t>
      </w:r>
    </w:p>
    <w:p w14:paraId="10A7F95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caacaactca gagtagaatc atcatctaaa ttgtgggctc aatgtgtcca gttacacaat</w:t>
      </w:r>
    </w:p>
    <w:p w14:paraId="17154B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gacattctct tagctaaaga tactactgaa gcctttgaaa aaatggtttc actactttct</w:t>
      </w:r>
    </w:p>
    <w:p w14:paraId="270914F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gttttgcttt ccatgcaggg tgctgtagac ataaacaagc tttgtgaaga aatgctggac</w:t>
      </w:r>
    </w:p>
    <w:p w14:paraId="227540D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aacagggcaa ccttacaagc tatagcctca gagtttagtt cccttccatc atatgcagct</w:t>
      </w:r>
    </w:p>
    <w:p w14:paraId="0746139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tttgctactg ctcaagaagc ttatgagcag gctgttgcta atggtgattc tgaagttgtt</w:t>
      </w:r>
    </w:p>
    <w:p w14:paraId="2669346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cttaaaaagt tgaagaagtc tttgaatgtg gctaaatctg aatttgaccg tgatgcagcc</w:t>
      </w:r>
    </w:p>
    <w:p w14:paraId="2D0C635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atgcaacgta agttggaaaa gatggctgat caagctatga cccaaatgta taaacaggct</w:t>
      </w:r>
    </w:p>
    <w:p w14:paraId="4F4C714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agatctgagg acaagagggc aaaagttact agtgctatgc agacaatgct tttcactatg</w:t>
      </w:r>
    </w:p>
    <w:p w14:paraId="42A274C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cttagaaagt tggataatga tgcactcaac aacattatca acaatgcaag agatggttgt</w:t>
      </w:r>
    </w:p>
    <w:p w14:paraId="6D65E0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gttcccttga acataatacc tcttacaaca gcagccaaac taatggttgt cataccagac</w:t>
      </w:r>
    </w:p>
    <w:p w14:paraId="785A37F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tataacacat ataaaaatac gtgtgatggt acaacattta cttatgcatc agcattgtgg</w:t>
      </w:r>
    </w:p>
    <w:p w14:paraId="382305A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gaaatccaac aggttgtaga tgcagatagt aaaattgttc aacttagtga aattagtatg</w:t>
      </w:r>
    </w:p>
    <w:p w14:paraId="329BE32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gacaattcac ctaatttagc atggcctctt attgtaacag ctttaagggc caattctgct</w:t>
      </w:r>
    </w:p>
    <w:p w14:paraId="21663E1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gtcaaattac agaataatga gcttagtcct gttgcactac gacagatgtc ttgtgctgcc</w:t>
      </w:r>
    </w:p>
    <w:p w14:paraId="6A67BF0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ggtactacac aaactgcttg cactgatgac aatgcgttag cttactacaa cacaacaaag</w:t>
      </w:r>
    </w:p>
    <w:p w14:paraId="291974B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ggaggtaggt ttgtacttgc actgttatcc gatttacagg atttgaaatg ggctagattc</w:t>
      </w:r>
    </w:p>
    <w:p w14:paraId="509FA19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cctaagagtg atggaactgg tactatctat acagaactgg aaccaccttg taggtttgtt</w:t>
      </w:r>
    </w:p>
    <w:p w14:paraId="1707FE0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acagacacac ctaaaggtcc taaagtgaag tatttatact ttattaaagg attaaacaac</w:t>
      </w:r>
    </w:p>
    <w:p w14:paraId="28A8D49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ctaaatagag gtatggtact tggtagttta gctgccacag tacgtctaca agctggtaat</w:t>
      </w:r>
    </w:p>
    <w:p w14:paraId="6FEF94D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gcaacagaag tgcctgccaa ttcaactgta ttatctttct gtgcttttgc tgtagatgct</w:t>
      </w:r>
    </w:p>
    <w:p w14:paraId="552DF7F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gctaaagctt acaaagatta tctagctagt gggggacaac caatcactaa ttgtgttaag</w:t>
      </w:r>
    </w:p>
    <w:p w14:paraId="5F8E7BF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atgttgtgta cacacactgg tactggtcag gcaataacag tcacaccgga agccaatatg</w:t>
      </w:r>
    </w:p>
    <w:p w14:paraId="7835DC1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gatcaagaat cctttggtgg tgcatcgtgt tgtctgtact gccgttgcca catagatcat</w:t>
      </w:r>
    </w:p>
    <w:p w14:paraId="454A1F4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ccaaatccta aaggattttg tgacttaaaa ggtaagtatg tacaaatacc tacaacttgt</w:t>
      </w:r>
    </w:p>
    <w:p w14:paraId="479E991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gctaatgacc ctgtgggttt tacacttaaa aacacagtct gtaccgtctg cggtatgtgg</w:t>
      </w:r>
    </w:p>
    <w:p w14:paraId="2A631CC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aaaggttatg gctgtagttg tgatcaactc cgcgaaccca tgcttcagtc agctgatgca</w:t>
      </w:r>
    </w:p>
    <w:p w14:paraId="3754FFC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caatcgtttt taaacgggtt tgcggtgtaa gtgcagcccg tcttacaccg tgcggcacag</w:t>
      </w:r>
    </w:p>
    <w:p w14:paraId="52E623B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gcactagtac tgatgtcgta tacagggctt ttgacatcta caatgataaa gtagctggtt</w:t>
      </w:r>
    </w:p>
    <w:p w14:paraId="61F48E2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ttgctaaatt cctaaaaact aattgttgtc gcttccaaga aaaggacgaa gatgacaatt</w:t>
      </w:r>
    </w:p>
    <w:p w14:paraId="7DFD446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taattgattc ttactttgta gttaagagac acactttctc taactaccaa catgaagaaa</w:t>
      </w:r>
    </w:p>
    <w:p w14:paraId="7835268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caatttataa tttacttaag gattgtccag ctgttgctaa acatgacttc tttaagttta</w:t>
      </w:r>
    </w:p>
    <w:p w14:paraId="2A13515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gaatagacgg tgacatggta ccacatatat cacgtcaacg tcttactaaa tacacaatgg</w:t>
      </w:r>
    </w:p>
    <w:p w14:paraId="4225850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cagacctcgt ctatgcttta aggcattttg atgaaggtaa ttgtgacaca ttaaaagaaa</w:t>
      </w:r>
    </w:p>
    <w:p w14:paraId="346C228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tacttgtcac atacaattgt tgtgatgatg attatttcaa taaaaaggac tggtatgatt</w:t>
      </w:r>
    </w:p>
    <w:p w14:paraId="33753A2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ttgtagaaaa cccagatata ttacgcgtat acgccaactt aggtgaacgt gtacgccaag</w:t>
      </w:r>
    </w:p>
    <w:p w14:paraId="334400D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ctttgttaaa aacagtacaa ttctgtgatg ccatgcgaaa tgctggtatt gttggtgtac</w:t>
      </w:r>
    </w:p>
    <w:p w14:paraId="52E0434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tgacattaga taatcaagat ctcaatggta actggtatga tttcggtgat ttcatacaaa</w:t>
      </w:r>
    </w:p>
    <w:p w14:paraId="0082674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ccacgccagg tagtggagtt cctgttgtag attcttatta ttcattgtta atgcctatat</w:t>
      </w:r>
    </w:p>
    <w:p w14:paraId="25C07F6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taaccttgac cagggcttta actgcagagt cacatgttga cactgactta acaaagcctt</w:t>
      </w:r>
    </w:p>
    <w:p w14:paraId="64E596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acattaagtg ggatttgtta aaatatgact tcacggaaga gaggttaaaa ctctttgacc</w:t>
      </w:r>
    </w:p>
    <w:p w14:paraId="56BC1B1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gttattttaa atattgggat cagacatacc acccaaattg tgttaactgt ttggatgaca</w:t>
      </w:r>
    </w:p>
    <w:p w14:paraId="0967B64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gatgcattct gcattgtgca aactttaatg ttttattctc tacagtgttc ccacttacaa</w:t>
      </w:r>
    </w:p>
    <w:p w14:paraId="6AC82D0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gttttggacc actagtgaga aaaatatttg ttgatggtgt tccatttgta gtttcaactg</w:t>
      </w:r>
    </w:p>
    <w:p w14:paraId="1C74A66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gataccactt cagagagcta ggtgttgtac ataatcagga tgtaaactta catagctcta</w:t>
      </w:r>
    </w:p>
    <w:p w14:paraId="4220D29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gacttagttt taaggaatta cttgtgtatg ctgctgaccc tgctatgcac gctgcttctg</w:t>
      </w:r>
    </w:p>
    <w:p w14:paraId="003C2A3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gtaatctatt actagataaa cgcactacgt gcttttcagt agctgcactt actaacaatg</w:t>
      </w:r>
    </w:p>
    <w:p w14:paraId="1F2CA31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ttgcttttca aactgtcaaa cccggtaatt ttaacaaaga cttctatgac tttgctgtgt</w:t>
      </w:r>
    </w:p>
    <w:p w14:paraId="0E79E07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ctaagggttt ctttaaggaa ggaagttctg ttgaattaaa acacttcttc tttgctcagg</w:t>
      </w:r>
    </w:p>
    <w:p w14:paraId="74A5B43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atggtaatgc tgctatcagc gattatgact actatcgtta taatctacca acaatgtgtg</w:t>
      </w:r>
    </w:p>
    <w:p w14:paraId="13FF5A2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atatcagaca actactattt gtagttgaag ttgttgataa gtactttgat tgttacgatg</w:t>
      </w:r>
    </w:p>
    <w:p w14:paraId="4633532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gtggctgtat taatgctaac caagtcatcg tcaacaacct agacaaatca gctggttttc</w:t>
      </w:r>
    </w:p>
    <w:p w14:paraId="3A0AD59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catttaataa atggggtaag gctagacttt attatgattc aatgagttat gaggatcaag</w:t>
      </w:r>
    </w:p>
    <w:p w14:paraId="4CB0DF7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atgcactttt cgcatataca aaacgtaatg tcatccctac tataactcaa atgaatctta</w:t>
      </w:r>
    </w:p>
    <w:p w14:paraId="3878C6D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agtatgccat tagtgcaaag aatagagctc gcaccgtagc tggtgtctct atctgtagta</w:t>
      </w:r>
    </w:p>
    <w:p w14:paraId="0C72242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ctatgaccaa tagacagttt catcaaaaat tattgaaatc aatagccgcc actagaggag</w:t>
      </w:r>
    </w:p>
    <w:p w14:paraId="11E240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ctactgtagt aattggaaca agcaaattct atggtggttg gcacaatatg ttaaaaactg</w:t>
      </w:r>
    </w:p>
    <w:p w14:paraId="2FC6597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tttatagtga tgtagaaaac cctcacctta tgggttggga ttatcctaaa tgtgatagag</w:t>
      </w:r>
    </w:p>
    <w:p w14:paraId="6763221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ccatgcctaa catgcttaga attatggcct cacttgttct tgctcgcaaa catacaacgt</w:t>
      </w:r>
    </w:p>
    <w:p w14:paraId="6120A45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gttgtagctt gtcacaccgt ttctatagat tagctaatga gtgtgctcaa gtattgagtg</w:t>
      </w:r>
    </w:p>
    <w:p w14:paraId="3C4DE72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aaatggtcat gtgtggcggt tcactatatg ttaaaccagg tggaacctca tcaggagatg</w:t>
      </w:r>
    </w:p>
    <w:p w14:paraId="13AA014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ccacaactgc ttatgctaat agtgttttta acatttgtca agctgtcacg gccaatgtta</w:t>
      </w:r>
    </w:p>
    <w:p w14:paraId="7BFF3A5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atgcactttt atctactgat ggtaacaaaa ttgccgataa gtatgtccgc aatttacaac</w:t>
      </w:r>
    </w:p>
    <w:p w14:paraId="096EBF2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acagacttta tgagtgtctc tatagaaata gagatgttga cacagacttt gtgaatgagt</w:t>
      </w:r>
    </w:p>
    <w:p w14:paraId="78A80C0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tttacgcata tttgcgtaaa catttctcaa tgatgatact ctctgacgat gctgttgtgt</w:t>
      </w:r>
    </w:p>
    <w:p w14:paraId="61E1CEE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gtttcaatag cacttatgca tctcaaggtc tagtggctag cataaagaac tttaagtcag</w:t>
      </w:r>
    </w:p>
    <w:p w14:paraId="2ECBE2B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ttctttatta tcaaaacaat gtttttatgt ctgaagcaaa atgttggact gagactgacc</w:t>
      </w:r>
    </w:p>
    <w:p w14:paraId="5EC55C0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ttactaaagg acctcatgaa ttttgctctc aacatacaat gctagttaaa cagggtgatg</w:t>
      </w:r>
    </w:p>
    <w:p w14:paraId="546922D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attatgtgta ccttccttac ccagatccat caagaatcct aggggccggc tgttttgtag</w:t>
      </w:r>
    </w:p>
    <w:p w14:paraId="606A237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atgatatcgt aaaaacagat ggtacactta tgattgaacg gttcgtgtct ttagctatag</w:t>
      </w:r>
    </w:p>
    <w:p w14:paraId="62E051A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atgcttaccc acttactaaa catcctaatc aggagtatgc tgatgtcttt catttgtact</w:t>
      </w:r>
    </w:p>
    <w:p w14:paraId="52A8FB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tacaatacat aagaaagcta catgatgagt taacaggaca catgttagac atgtattctg</w:t>
      </w:r>
    </w:p>
    <w:p w14:paraId="37C9734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ttatgcttac taatgataac acttcaaggt attgggaacc tgagttttat gaggctatgt</w:t>
      </w:r>
    </w:p>
    <w:p w14:paraId="4657477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acacaccgca tacagtctta caggctgttg gggcttgtgt tctttgcaat tcacagactt</w:t>
      </w:r>
    </w:p>
    <w:p w14:paraId="1D5CE18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cattaagatg tggtgcttgc atacgtagac cattcttatg ttgtaaatgc tgttacgacc</w:t>
      </w:r>
    </w:p>
    <w:p w14:paraId="0F445D8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atgtcatatc aacatcacat aaattagtct tgtctgttaa tccgtatgtt tgcaatgctc</w:t>
      </w:r>
    </w:p>
    <w:p w14:paraId="4CC4859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caggttgtga tgtcacagat gtgactcaac tttacttagg aggtatgagc tattattgta</w:t>
      </w:r>
    </w:p>
    <w:p w14:paraId="2A46D11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aatcacataa accacccatt agttttccat tgtgtgctaa tggacaagtt tttggtttat</w:t>
      </w:r>
    </w:p>
    <w:p w14:paraId="79D15A1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ataaaaatac atgtgttggt agcgataatg ttactgactt taatgcaatt gcaacatgtg</w:t>
      </w:r>
    </w:p>
    <w:p w14:paraId="6F7B122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actggacaaa tgctggtgat tacattttag ctaacacctg tactgaaaga ctcaagcttt</w:t>
      </w:r>
    </w:p>
    <w:p w14:paraId="5F7459A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ttgcagcaga aacgctcaaa gctactgagg agacatttaa actgtcttat ggtattgcta</w:t>
      </w:r>
    </w:p>
    <w:p w14:paraId="0DA1374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ctgtacgtga agtgctgtct gacagagaat tacatctttc atgggaagtt ggtaaaccta</w:t>
      </w:r>
    </w:p>
    <w:p w14:paraId="7CD1D10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gaccaccact taaccgaaat tatgtcttta ctggttatcg tgtaactaaa aacagtaaag</w:t>
      </w:r>
    </w:p>
    <w:p w14:paraId="184C71D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tacaaatagg agagtacacc tttgaaaaag gtgactatgg tgatgctgtt gtttaccgag</w:t>
      </w:r>
    </w:p>
    <w:p w14:paraId="47B790B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gtacaacaac ttacaaatta aatgttggtg attattttgt gctgacatca catacagtaa</w:t>
      </w:r>
    </w:p>
    <w:p w14:paraId="6838310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tgccattaag tgcacctaca ctagtgccac aagagcacta tgttagaatt actggcttat</w:t>
      </w:r>
    </w:p>
    <w:p w14:paraId="4EBE6E6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acccaacact caatatctca gatgagtttt ctagcaatgt tgcaaattat caaaaggttg</w:t>
      </w:r>
    </w:p>
    <w:p w14:paraId="7A9E457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gtatgcaaaa gtattctaca ctccagggac cacctggtac tggtaagagt cattttgcta</w:t>
      </w:r>
    </w:p>
    <w:p w14:paraId="24DC2DE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ttggcctagc tctctactac ccttctgctc gcatagtgta tacagcttgc tctcatgccg</w:t>
      </w:r>
    </w:p>
    <w:p w14:paraId="2DDA46B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ctgttgatgc actatgtgag aaggcattaa aatatttgcc tatagataaa tgtagtagaa</w:t>
      </w:r>
    </w:p>
    <w:p w14:paraId="29D6E89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ttatacctgc acgtgctcgt gtagagtgtt ttgataaatt caaagtgaat tcaacattag</w:t>
      </w:r>
    </w:p>
    <w:p w14:paraId="34A5BF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aacagtatgt cttttgtact gtaaatgcat tgcctgagac gacagcagat atagttgtct</w:t>
      </w:r>
    </w:p>
    <w:p w14:paraId="55A0FE8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ttgatgaaat ttcaatggcc acaaattatg atttgagtgt tgtcaatgcc agattacgtg</w:t>
      </w:r>
    </w:p>
    <w:p w14:paraId="1C51F9E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ctaagcacta tgtgtacatt ggcgaccctg ctcaattacc tgcaccacgc acattgctaa</w:t>
      </w:r>
    </w:p>
    <w:p w14:paraId="0FEC0F5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ctaagggcac actagaacca gaatatttca attcagtgtg tagacttatg aaaactatag</w:t>
      </w:r>
    </w:p>
    <w:p w14:paraId="6E157E4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gtccagacat gttcctcgga acttgtcggc gttgtcctgc tgaaattgtt gacactgtga</w:t>
      </w:r>
    </w:p>
    <w:p w14:paraId="499B60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gtgctttggt ttatgataat aagcttaaag cacataaaga caaatcagct caatgcttta</w:t>
      </w:r>
    </w:p>
    <w:p w14:paraId="68C9A45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aaatgtttta taagggtgtt atcacgcatg atgtttcatc tgcaattaac aggccacaaa</w:t>
      </w:r>
    </w:p>
    <w:p w14:paraId="1AB3677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taggcgtggt aagagaattc cttacacgta accctgcttg gagaaaagct gtctttattt</w:t>
      </w:r>
    </w:p>
    <w:p w14:paraId="6F9423D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caccttataa ttcacagaat gctgtagcct caaagatttt gggactacca actcaaactg</w:t>
      </w:r>
    </w:p>
    <w:p w14:paraId="21305F2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ttgattcatc acagggctca gaatatgact atgtcatatt cactcaaacc actgaaacag</w:t>
      </w:r>
    </w:p>
    <w:p w14:paraId="57C01A4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ctcactcttg taatgtaaac agatttaatg ttgctattac cagagcaaaa gtaggcatac</w:t>
      </w:r>
    </w:p>
    <w:p w14:paraId="7FBD53A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tttgcataat gtctgataga gacctttatg acaagttgca atttacaagt cttgaaattc</w:t>
      </w:r>
    </w:p>
    <w:p w14:paraId="1D3F5EE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cacgtaggaa tgtggcaact ttacaagctg aaaatgtaac aggactcttt aaagattgta</w:t>
      </w:r>
    </w:p>
    <w:p w14:paraId="2327812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gtaaggtaat cactgggtta catcctacac aggcacctac acacctcagt gttgacacta</w:t>
      </w:r>
    </w:p>
    <w:p w14:paraId="3D93985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aattcaaaac tgaaggttta tgtgttgacg tacctggcat acctaaggac atgacctata</w:t>
      </w:r>
    </w:p>
    <w:p w14:paraId="6247A77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gaagactcat ctctatgatg ggttttaaaa tgaattatca agttaatggt taccctaaca</w:t>
      </w:r>
    </w:p>
    <w:p w14:paraId="71EFFE4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tgtttatcac ccgcgaagaa gctataagac atgtacgtgc atggattggc ttcgatgtcg</w:t>
      </w:r>
    </w:p>
    <w:p w14:paraId="1EFAF4A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aggggtgtca tgctactaga gaagctgttg gtaccaattt acctttacag ctaggttttt</w:t>
      </w:r>
    </w:p>
    <w:p w14:paraId="1C87DB0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ctacaggtgt taacctagtt gctgtaccta caggttatgt tgatacacct aataatacag</w:t>
      </w:r>
    </w:p>
    <w:p w14:paraId="22EA257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atttttccag agttagtgct aaaccaccgc ctggagatca atttaaacac ctcataccac</w:t>
      </w:r>
    </w:p>
    <w:p w14:paraId="0BAAEC4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ttatgtacaa aggacttcct tggaatgtag tgcgtataaa gattgtacaa atgttaagtg</w:t>
      </w:r>
    </w:p>
    <w:p w14:paraId="3736B77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acacacttaa aaatctctct gacagagtcg tatttgtctt atgggcacat ggctttgagt</w:t>
      </w:r>
    </w:p>
    <w:p w14:paraId="4929CE2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tgacatctat gaagtatttt gtgaaaatag gacctgagcg cacctgttgt ctatgtgata</w:t>
      </w:r>
    </w:p>
    <w:p w14:paraId="63D6EAF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gacgtgccac atgcttttcc actgcttcag acacttatgc ctgttggcat cattctattg</w:t>
      </w:r>
    </w:p>
    <w:p w14:paraId="4701BB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gatttgatta cgtctataat ccgtttatga ttgatgttca acaatggggt tttacaggta</w:t>
      </w:r>
    </w:p>
    <w:p w14:paraId="28853A0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acctacaaag caaccatgat ctgtattgtc aagtccatgg taatgcacat gtagctagtt</w:t>
      </w:r>
    </w:p>
    <w:p w14:paraId="1A0F4F7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gtgatgcaat catgactagg tgtctagctg tccacgagtg ctttgttaag cgtgttgact</w:t>
      </w:r>
    </w:p>
    <w:p w14:paraId="58697CC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ggactattga atatcctata attggtgatg aactgaagat taatgcggct tgtagaaagg</w:t>
      </w:r>
    </w:p>
    <w:p w14:paraId="61E4964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ttcaacacat ggttgttaaa gctgcattat tagcagacaa attcccagtt cttcacgaca</w:t>
      </w:r>
    </w:p>
    <w:p w14:paraId="19657C7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ttggtaaccc taaagctatt aagtgtgtac ctcaagctga tgtagaatgg aagttctatg</w:t>
      </w:r>
    </w:p>
    <w:p w14:paraId="656542F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atgcacagcc ttgtagtgac aaagcttata aaatagaaga attattctat tcttatgcca</w:t>
      </w:r>
    </w:p>
    <w:p w14:paraId="78C7C89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cacattctga caaattcaca gatggtgtat gcctattttg gaattgcaat gtcgatagat</w:t>
      </w:r>
    </w:p>
    <w:p w14:paraId="23680DA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atcctgctaa ttccattgtt tgtagatttg acactagagt gctatctaac cttaacttgc</w:t>
      </w:r>
    </w:p>
    <w:p w14:paraId="69E142D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ctggttgtga tggtggcagt ttgtatgtaa ataaacatgc attccacaca ccagcttttg</w:t>
      </w:r>
    </w:p>
    <w:p w14:paraId="01CE3DA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ataaaagtgc ttttgttaat ttaaaacaat taccattttt ctattactct gacagtccat</w:t>
      </w:r>
    </w:p>
    <w:p w14:paraId="601EDED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gtgagtctca tggaaaacaa gtagtgtcag atatagatta tgtaccacta aagtctgcta</w:t>
      </w:r>
    </w:p>
    <w:p w14:paraId="1B57D56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cgtgtataac acgttgcaat ttaggtggtg ctgtctgtag acatcatgct aatgagtaca</w:t>
      </w:r>
    </w:p>
    <w:p w14:paraId="13A254C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gattgtatct cgatgcttat aacatgatga tctcagctgg ctttagcttg tgggtttaca</w:t>
      </w:r>
    </w:p>
    <w:p w14:paraId="559AAB3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aacaatttga tacttataac ctctggaaca cttttacaag acttcagagt ttagaaaatg</w:t>
      </w:r>
    </w:p>
    <w:p w14:paraId="29A6FF7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tggcttttaa tgttgtaaat aagggacact ttgatggaca acagggtgaa gtaccagttt</w:t>
      </w:r>
    </w:p>
    <w:p w14:paraId="06A2A78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ctatcattaa taacactgtt tacacaaaag ttgatggtgt tgatgtagaa ttgtttgaaa</w:t>
      </w:r>
    </w:p>
    <w:p w14:paraId="2901F4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ataaaacaac attacctgtt aatgtagcat ttgagctttg ggctaagcgc aacattaaac</w:t>
      </w:r>
    </w:p>
    <w:p w14:paraId="4B0FD7D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cagtaccaga ggtgaaaata ctcaataatt tgggtgtgga cattgctgct aatactgtga</w:t>
      </w:r>
    </w:p>
    <w:p w14:paraId="39D8D87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tctgggacta caaaagagat gctccagcac atatatctac tattggtgtt tgttctatga</w:t>
      </w:r>
    </w:p>
    <w:p w14:paraId="4EF4C9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ctgacatagc caagaaacca actgaaacga tttgtgcacc actcactgtc ttttttgatg</w:t>
      </w:r>
    </w:p>
    <w:p w14:paraId="1FE5509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gtagagttga tggtcaagta gacttattta gaaatgcccg taatggtgtt cttattacag</w:t>
      </w:r>
    </w:p>
    <w:p w14:paraId="3B524C7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aaggtagtgt taaaggttta caaccatctg taggtcccaa acaagctagt cttaatggag</w:t>
      </w:r>
    </w:p>
    <w:p w14:paraId="5F4C11E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tcacattaat tggagaagcc rtaaaaacac agttcaatta ttataagaaa gttgatggtg</w:t>
      </w:r>
    </w:p>
    <w:p w14:paraId="045785E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ttgtccaaca attacctgaa acttacttta ctcagagtag aaatttacaa gaatttaaac</w:t>
      </w:r>
    </w:p>
    <w:p w14:paraId="2CB82D6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ccaggagtca aatggaaatt gatttcttag aattagctat ggatgaattc attgaacggt</w:t>
      </w:r>
    </w:p>
    <w:p w14:paraId="30B3B83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ataaattaga aggctatgcc ttcgaacata tcgtttatgg agattttagt catagtcagt</w:t>
      </w:r>
    </w:p>
    <w:p w14:paraId="79AFEFD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taggtggttt acatctactg attggactag ctaaacgttt taaggaatca ccttttgaat</w:t>
      </w:r>
    </w:p>
    <w:p w14:paraId="6D9143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tagaagattt tattcctatg gacagtacag ttaaaaacta tttcataaca gatgcgcaaa</w:t>
      </w:r>
    </w:p>
    <w:p w14:paraId="78C6473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caggttcatc taagtgtgtg tgttctgtta ttgatttatt acttgatgat tttgttgaaa</w:t>
      </w:r>
    </w:p>
    <w:p w14:paraId="69A75F7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taataaaatc ccaagattta tctgtagttt ctaaggttgt caaagtgact attgactata</w:t>
      </w:r>
    </w:p>
    <w:p w14:paraId="55078CD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cagaaatttc atttatgctt tggtgtaaag atggccatgt agaaacattt tacccaaaat</w:t>
      </w:r>
    </w:p>
    <w:p w14:paraId="1DB2D7B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tacaatctag tcaagcgtgg caaccgggtg ttgctatgcc taatctttac aaaatgcaaa</w:t>
      </w:r>
    </w:p>
    <w:p w14:paraId="710974F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gaatgctatt agaaaagtgt gaccttcaaa attatggtga tagtgcaaca ttacctaaag</w:t>
      </w:r>
    </w:p>
    <w:p w14:paraId="12DA305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gcataatgat gaatgtcgca aaatatactc aactgtgtca atatttaaac acattaacat</w:t>
      </w:r>
    </w:p>
    <w:p w14:paraId="577DE51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tagctgtacc ctataatatg agagttatac attttggtgc tggttctgat aaaggagttg</w:t>
      </w:r>
    </w:p>
    <w:p w14:paraId="13CB12A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caccaggtac agctgtttta agacagtggt tgcctacggg tacgctgctt gtcgattcag</w:t>
      </w:r>
    </w:p>
    <w:p w14:paraId="709856D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atcttaatga ctttgtctct gatgcagatt caactttgat tggtgattgt gcaactgtac</w:t>
      </w:r>
    </w:p>
    <w:p w14:paraId="1F47F70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atacagctaa taaatgggat ctcattatta gtgatatgta cgaccctaag actaaaaatg</w:t>
      </w:r>
    </w:p>
    <w:p w14:paraId="26DBC21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ttacaaaaga aaatgactct aaagagggtt ttttcactta catttgtggg tttatacaac</w:t>
      </w:r>
    </w:p>
    <w:p w14:paraId="57B1FFA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aaaagctagc tcttggaggt tccgtggcta taaagataac agaacattct tggaatgctg</w:t>
      </w:r>
    </w:p>
    <w:p w14:paraId="62A9FAA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atctttataa gctcatggga cacttcgcat ggtggacagc ctttgttact aatgtgaatg</w:t>
      </w:r>
    </w:p>
    <w:p w14:paraId="2E01564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cgtcatcatc tgaagcattt ttaattggat gtaattatct tggcaaacca cgcgaacaaa</w:t>
      </w:r>
    </w:p>
    <w:p w14:paraId="0457761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tagatggtta tgtcatgcat gcaaattaca tattttggag gaatacaaat ccaattcagt</w:t>
      </w:r>
    </w:p>
    <w:p w14:paraId="2A5A7F8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tgtcttccta ttctttattt gacatgagta aatttcccct taaattaagg ggtactgctg</w:t>
      </w:r>
    </w:p>
    <w:p w14:paraId="6CDB9E8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ttatgtcttt aaaagaaggt caaatcaatg atatgatttt atctcttctt agtaaaggta</w:t>
      </w:r>
    </w:p>
    <w:p w14:paraId="405DB99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gacttataat tagagaaaac aacagagttg ttatttctag tgatgttctt gttaacaact</w:t>
      </w:r>
    </w:p>
    <w:p w14:paraId="66A5F58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aaacgaacaa tgtttgtttt tcttgtttta ttgccactag tctctagtca gtgtgttaat</w:t>
      </w:r>
    </w:p>
    <w:p w14:paraId="07C918C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cttacaacca gaactcaatt accccctgca tacactaatt ctttcacacg tggtgtttat</w:t>
      </w:r>
    </w:p>
    <w:p w14:paraId="48C96BB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taccctgaca aagttttcag atcctcagtt ttacattcaa ctcaggactt gttcttacct</w:t>
      </w:r>
    </w:p>
    <w:p w14:paraId="7236B7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ttcttttcca atgttacttg gttccatgtt atacatgtct ctgggaccaa tggtactaag</w:t>
      </w:r>
    </w:p>
    <w:p w14:paraId="381970E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aggtttgata accctgtcct accatttaat gatggtgttt attttgcttc cattgagaag</w:t>
      </w:r>
    </w:p>
    <w:p w14:paraId="430DE9A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tctaacataa taagaggctg gatttttggt actactttag attcgaagac ccagtcccta</w:t>
      </w:r>
    </w:p>
    <w:p w14:paraId="07CA407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cttattgtta ataacgctac taatgttgtt attaaagtct gtgaatttca attttgtaat</w:t>
      </w:r>
    </w:p>
    <w:p w14:paraId="75177B3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gatccatttt tggaccacaa aaacaacaaa agttggatgg aaagtgagtt cagagtttat</w:t>
      </w:r>
    </w:p>
    <w:p w14:paraId="20DF5F2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tctagtgcga ataattgcac ttttgaatat gtctctcagc cttttcttat ggaccttgaa</w:t>
      </w:r>
    </w:p>
    <w:p w14:paraId="3452110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ggaaaacagg gtaatttcaa aaatcttagg gaatttgtgt ttaagaatat tgatggttat</w:t>
      </w:r>
    </w:p>
    <w:p w14:paraId="4B649D7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tttaaaatat attctaagca cacgcctatt atagtgcgtg agccagaaga tctccctcag</w:t>
      </w:r>
    </w:p>
    <w:p w14:paraId="6DFA19E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ggtttttcgg ctttagaacc attggtagat ttgccaatag gtattaacat cactaggttt</w:t>
      </w:r>
    </w:p>
    <w:p w14:paraId="2EC1735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caaactttac ttgctttaca tagaagttat ttgactcctg gtgattcttc ttcaggttgg</w:t>
      </w:r>
    </w:p>
    <w:p w14:paraId="4E71923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acagctggtg ctgcagctta ttatgtgggt tatcttcaac ctaggacttt tctattaaaa</w:t>
      </w:r>
    </w:p>
    <w:p w14:paraId="76030CC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tataatgaaa atggaaccat tacagatgct gtagactgtg cacttgaccc tctctcagaa</w:t>
      </w:r>
    </w:p>
    <w:p w14:paraId="6E0D8B4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acaaagtgta cgttgaaatc cttcactgta gaaaaaggaa tctatcaaac ttctaacttt</w:t>
      </w:r>
    </w:p>
    <w:p w14:paraId="18A5E9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agagtccaac caacagaatc tattgttaga tttcctaata ttacaaactt gtgccctttt</w:t>
      </w:r>
    </w:p>
    <w:p w14:paraId="2FFDCBA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gatgaagttt ttaacgccac caaatttgca tctgtttatg cttggaacag gaagagaatc</w:t>
      </w:r>
    </w:p>
    <w:p w14:paraId="367B4C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agcaactgtg ttgctgatta ttctgtccta tataatctcg caccattttt cacttttaag</w:t>
      </w:r>
    </w:p>
    <w:p w14:paraId="3327C5C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tgttatggag tgtctcctac taaattaaat gatctctgct ttactaatgt ctatgcagat</w:t>
      </w:r>
    </w:p>
    <w:p w14:paraId="17DC31E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tcatttgtaa ttagaggtga tgaagtcaga caaatcgctc cagggcaaac tggaaatatt</w:t>
      </w:r>
    </w:p>
    <w:p w14:paraId="75740C8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gctgattata attataaatt accagatgat tttacaggct gcgttatagc ttggaattct</w:t>
      </w:r>
    </w:p>
    <w:p w14:paraId="0010FF5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aacaagcttg attctaaggt tagtggtaat tataattacc tgtatagatt gtttaggaag</w:t>
      </w:r>
    </w:p>
    <w:p w14:paraId="272183B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tctaatctca aaccttttga gagagatatt tcaactgaaa tctatcaggc cggtaacaaa</w:t>
      </w:r>
    </w:p>
    <w:p w14:paraId="4BC65FF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ccttgtaatg gtgttgcagg ttttaattgt tactttcctt tacgatcata tagtttccga</w:t>
      </w:r>
    </w:p>
    <w:p w14:paraId="145C6A7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cccacttatg gtgttggtca ccaaccatac agagtagtag tactttcttt tgaacttcta</w:t>
      </w:r>
    </w:p>
    <w:p w14:paraId="386D01A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catgcaccag caactgtttg tggacctaaa aagtctacta atttggttaa aaacaaatgt</w:t>
      </w:r>
    </w:p>
    <w:p w14:paraId="48E4C31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gtcaatttca acttcaatgg tttaaaaggc acaggtgttc ttactgagtc taacaaaaag</w:t>
      </w:r>
    </w:p>
    <w:p w14:paraId="0B1C89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tttctgcctt tccaacaatt tggcagagac attgctgaca ctactgatgc tgtccgtgat</w:t>
      </w:r>
    </w:p>
    <w:p w14:paraId="60C8F09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ccacagacac ttgagattct tgacattaca ccatgttctt ttggtggtgt cagtgttata</w:t>
      </w:r>
    </w:p>
    <w:p w14:paraId="17C313D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acaccaggaa caaatacttc taaccaggtt gctgttcttt atcagggtgt taactgcaca</w:t>
      </w:r>
    </w:p>
    <w:p w14:paraId="31DC2AE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gaagtccctg ttgctattca tgcagatcaa cttactccta cttggcgtgt ttattctaca</w:t>
      </w:r>
    </w:p>
    <w:p w14:paraId="6666513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ggttctaatg tttttcaaac acgtgcaggc tgtttaatag gggctgaata tgtcaacaac</w:t>
      </w:r>
    </w:p>
    <w:p w14:paraId="7E472D8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tcatatgagt gtgacatacc cattggtgca ggtatatgcg ctagttatca gactcagact</w:t>
      </w:r>
    </w:p>
    <w:p w14:paraId="0BAB9AB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aagtctcatc ggcgggcacg tagtgtagct agtcaatcca tcattgccta cactatgtca</w:t>
      </w:r>
    </w:p>
    <w:p w14:paraId="515B61A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cttggtgcag aaaattcagt tgcttactct aataactcta ttgccatacc cacaaatttt</w:t>
      </w:r>
    </w:p>
    <w:p w14:paraId="39BF2C1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actattagtg ttaccacaga aattctacca gtgtctatga ccaagacatc agtagattgt</w:t>
      </w:r>
    </w:p>
    <w:p w14:paraId="760AA2E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acaatgtaca tttgtggtga ttcaactgaa tgcagcaatc ttttgttgca atatggcagt</w:t>
      </w:r>
    </w:p>
    <w:p w14:paraId="1118552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ttttgtacac aattaaaacg tgctttaact ggaatagctg ttgaacaaga caaaaacacc</w:t>
      </w:r>
    </w:p>
    <w:p w14:paraId="6D86AB5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caagaagttt ttgcacaagt caaacaaatt tacaaaacac caccaattaa atattttggt</w:t>
      </w:r>
    </w:p>
    <w:p w14:paraId="6267954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ggttttaatt tttcacaaat attaccagat ccatcaaaac caagcaagag gtcatttatt</w:t>
      </w:r>
    </w:p>
    <w:p w14:paraId="3AD67DA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gaagatctac ttttcaacaa agtgacactt gcagatgctg gcttcatcaa acaatatggt</w:t>
      </w:r>
    </w:p>
    <w:p w14:paraId="519FB76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gattgccttg gtgatattgc tgctagagac ctcatttgtg cacaaaagtt taaaggcctt</w:t>
      </w:r>
    </w:p>
    <w:p w14:paraId="774CB42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actgttttgc cacctttgct cacagatgaa atgattgctc aatacacttc tgcactgtta</w:t>
      </w:r>
    </w:p>
    <w:p w14:paraId="54A90B8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gcgggtacaa tcacttctgg ttggaccttt ggtgcaggtg ctgcattaca aataccattt</w:t>
      </w:r>
    </w:p>
    <w:p w14:paraId="742CD49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gctatgcaaa tggcttatag gtttaatggt attggagtta cacagaatgt tctctatgag</w:t>
      </w:r>
    </w:p>
    <w:p w14:paraId="76E4CA2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aaccaaaaat tgattgccaa ccaatttaat agtgctattg gcaaaattca agactcactt</w:t>
      </w:r>
    </w:p>
    <w:p w14:paraId="422BE24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tcttccacag caagtgcact tggaaaactt caagatgtgg tcaaccataa tgcacaagct</w:t>
      </w:r>
    </w:p>
    <w:p w14:paraId="2893B85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ttaaacacgc ttgttaaaca acttagctcc aaatttggtg caatttcaag tgttttaaat</w:t>
      </w:r>
    </w:p>
    <w:p w14:paraId="4613F4E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gatatctttt cacgtcttga caaagttgag gctgaagtgc aaattgatag gttgatcaca</w:t>
      </w:r>
    </w:p>
    <w:p w14:paraId="06A792E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ggcagacttc aaagtttgca gacatatgtg actcaacaat taattagagc tgcagaaatc</w:t>
      </w:r>
    </w:p>
    <w:p w14:paraId="65BB258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agagcttctg ctaatcttgc tgctactaaa atgtcagagt gtgtacttgg acaatcaaaa</w:t>
      </w:r>
    </w:p>
    <w:p w14:paraId="579B405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agagttgatt tttgtggaaa gggctatcat cttatgtcct tccctcagtc agcacctcat</w:t>
      </w:r>
    </w:p>
    <w:p w14:paraId="7A0078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ggtgtagtct tcttgcatgt gacttatgtc cctgcacaag aaaagaactt cacaactgct</w:t>
      </w:r>
    </w:p>
    <w:p w14:paraId="7F26AAC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cctgccattt gtcatgatgg aaaagcacac tttcctcgtg aaggtgtctt tgtttcaaat</w:t>
      </w:r>
    </w:p>
    <w:p w14:paraId="0972ACE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ggcacacact ggtttgtaac acaaaggaat ttttatgaac cacaaatcat tactacagac</w:t>
      </w:r>
    </w:p>
    <w:p w14:paraId="0F60B3B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aacacatttg tgtctggtaa ctgtgatgtt gtaataggaa ttgtcaacaa cacagtttat</w:t>
      </w:r>
    </w:p>
    <w:p w14:paraId="0BDB9FD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gatcctttgc aacctgaatt agattcattc aaggaggagt tagataaata ttttaagaat</w:t>
      </w:r>
    </w:p>
    <w:p w14:paraId="038EE61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catacatcac cagatgttga tttaggtgac atctctggca ttaatgcttc agttgtaaac</w:t>
      </w:r>
    </w:p>
    <w:p w14:paraId="1C1D35E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attcaaaaag aaattgaccg cctcaatgag gttgccaaga atttaaatga atctctcatc</w:t>
      </w:r>
    </w:p>
    <w:p w14:paraId="27A8BD7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gatctccaag aacttggaaa gtatgagcag tatataaaat ggccatggta catttggcta</w:t>
      </w:r>
    </w:p>
    <w:p w14:paraId="0F78ADE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ggttttatag ctggcttgat tgccatagta atggtgacaa ttatgctttg ctgtatgacc</w:t>
      </w:r>
    </w:p>
    <w:p w14:paraId="23B481E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agttgctgta gttgtctcaa gggctgttgt tcttgtggat cctgctgcaa atttgatgaa</w:t>
      </w:r>
    </w:p>
    <w:p w14:paraId="5EE89F4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gacgactctg agccagtgct caaaggagtc aaattacatt acacataaac gaacttatgg</w:t>
      </w:r>
    </w:p>
    <w:p w14:paraId="1D34877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atttgtttat gagaatcttc acaattggaa ctgtaacttt gaagcaaggt gaaatcaagg</w:t>
      </w:r>
    </w:p>
    <w:p w14:paraId="033DE46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atgctactcc ttcagatttt gttcgcgcta ctgcaacgat accgatacaa gcctcactcc</w:t>
      </w:r>
    </w:p>
    <w:p w14:paraId="78702D2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ctttcggatg gcttattgtt ggcgttgcac ttcttgctgt ttttcagagc gcttccaaaa</w:t>
      </w:r>
    </w:p>
    <w:p w14:paraId="0280A33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tcataactct caaaaagaga tggcaactag cactctccaa gggtgttcac tttgtttgca</w:t>
      </w:r>
    </w:p>
    <w:p w14:paraId="1C03079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acttgctgtt gttgtttgta acagtttact cacacctttt gctcgttgct gctggccttg</w:t>
      </w:r>
    </w:p>
    <w:p w14:paraId="3B47210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aagccccttt tctctatctt tatgctttag tctacttctt gcagagtata aactttgtaa</w:t>
      </w:r>
    </w:p>
    <w:p w14:paraId="32CB972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gaataataat gaggctttgg ctttgctgga aatgccgttc caaaaaccca ttactttatg</w:t>
      </w:r>
    </w:p>
    <w:p w14:paraId="4771E20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atgccaacta ttttctttgc tggcatacta attgttacga ctattgtata ccttacaata</w:t>
      </w:r>
    </w:p>
    <w:p w14:paraId="76F8BE8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gtgtaacttc ttcaattgtc attacttcag gtgatggcac aacaagtcct atttctgaac</w:t>
      </w:r>
    </w:p>
    <w:p w14:paraId="3FB1D2F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atgactacca gattggtggt tatactgaaa aatgggaatc tggagtaaaa gactgtgttg</w:t>
      </w:r>
    </w:p>
    <w:p w14:paraId="23F69E0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tattacacag ttacttcact tcagactatt accagctgta ctcaactcaa ttgagtacag</w:t>
      </w:r>
    </w:p>
    <w:p w14:paraId="47184B2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acactggtgt tgaacatgtt accttcttca tctacaataa aattgttgat gagcctgaag</w:t>
      </w:r>
    </w:p>
    <w:p w14:paraId="0A07F94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aacatgtcca aattcacaca atcgacggtt catccggagt tgttaatcca gtaatggaac</w:t>
      </w:r>
    </w:p>
    <w:p w14:paraId="6EF1DD2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caatttatga tgaaccgacg acgactacta gcgtgccttt gtaagcacaa gctgatgagt</w:t>
      </w:r>
    </w:p>
    <w:p w14:paraId="4FBEC16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acgaacttat gtactcattc gtttcggaag agataggtac gttaatagtt aatagcgtac</w:t>
      </w:r>
    </w:p>
    <w:p w14:paraId="640EF70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ttctttttct tgctttcgtg gtattcttgc tagttacact agccatcctt actgcgcttc</w:t>
      </w:r>
    </w:p>
    <w:p w14:paraId="2D2749C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gattgtgtgc gtactgctgc aatattgtta acgtgagtct tgtaaaacct tctttttacg</w:t>
      </w:r>
    </w:p>
    <w:p w14:paraId="5746B57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tttactctcg tgttaaaaat ctgaattctt ctagagttcc tgatcttctg gtctaaacga</w:t>
      </w:r>
    </w:p>
    <w:p w14:paraId="4EAC12A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actaaatatt atattagttt ttctgtttgg aactttaatt ttagccatgg cagrttccaa</w:t>
      </w:r>
    </w:p>
    <w:p w14:paraId="3A53B57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cggtactatt accgttgaag agcttaaaaa gctccttgaa gaatggaacc tagtaatagg</w:t>
      </w:r>
    </w:p>
    <w:p w14:paraId="3866075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tttcctattc cttacatgga tttgtcttct acaatttgcc tatgccaaca ggaataggtt</w:t>
      </w:r>
    </w:p>
    <w:p w14:paraId="3D34CF1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tttgtatata attaagttaa ttttcctctg gctgttatgg ccagtaactt taacttgttt</w:t>
      </w:r>
    </w:p>
    <w:p w14:paraId="2DF9F64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tgtgcttgct gctgtttaca gaataaattg gatcaccggt ggaattgcta tcgcaatggc</w:t>
      </w:r>
    </w:p>
    <w:p w14:paraId="6969055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ttgtcttgta ggcttgatgt ggctcagcta cttcattgct tctttcagac tgtttgcgcg</w:t>
      </w:r>
    </w:p>
    <w:p w14:paraId="7CFE996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tacgcgttcc atgtggtcat tcaatccaga aactaacatt cttctcaacg tgccactcca</w:t>
      </w:r>
    </w:p>
    <w:p w14:paraId="4E4F99C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tggcactatt ctgaccagac cgcttctaga aagtgaactc gtaatcggag ctgtgatcct</w:t>
      </w:r>
    </w:p>
    <w:p w14:paraId="5ECB11E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tcgtggacat cttcgtattg ctggacacca tctaggacgc tgtgacatca aggacctgcc</w:t>
      </w:r>
    </w:p>
    <w:p w14:paraId="2F7B988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taaagaaatc actgttgcta catcacgaac gctttcttat tacaaattgg gagcttcgca</w:t>
      </w:r>
    </w:p>
    <w:p w14:paraId="3396337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gcgtgtagca ggtgactcag gttttgctgc atacagtcgc tacaggattg gcaactataa</w:t>
      </w:r>
    </w:p>
    <w:p w14:paraId="2440B18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attaaacaca gaccattcca gtagcagtga caatattgct ttgcttgtac agtaagtgac</w:t>
      </w:r>
    </w:p>
    <w:p w14:paraId="60E726F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aacagatgtt tcatctcgtt gactttcagg ttactatagc agagatatta ctaattatta</w:t>
      </w:r>
    </w:p>
    <w:p w14:paraId="1ECF926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tgcggacttt taaagtttcc atttggaatc ttgattacat cataaacctc ataattaaaa</w:t>
      </w:r>
    </w:p>
    <w:p w14:paraId="1C31234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atttatctaa gtcactaact gagaataaat attctcaatt agatgaagag caaccaatgg</w:t>
      </w:r>
    </w:p>
    <w:p w14:paraId="242275A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agattgatta aacgaacatg aaaattattc ttttcttggc actgataaca ctcgctactt</w:t>
      </w:r>
    </w:p>
    <w:p w14:paraId="5907E62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gtgagcttta tcactaccaa gagtgtgtta gaggtacaac agtactttta aaagaacctt</w:t>
      </w:r>
    </w:p>
    <w:p w14:paraId="1F161EC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gctcttctgg aacatacgag ggcaattcac catttcatcc tctagctgat aacaaatttg</w:t>
      </w:r>
    </w:p>
    <w:p w14:paraId="2EA73DE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cactgacttg ctttagcact caatttgctt ttgcttgtcc tgacggcgta aaacacgtct</w:t>
      </w:r>
    </w:p>
    <w:p w14:paraId="60FF056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atcagttacg tgccagatca gtttcaccta aactgttcat cagacaagag gaagttcaag</w:t>
      </w:r>
    </w:p>
    <w:p w14:paraId="327E767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aactttactc tccaattttt cttattgttg cggcaatagt gtttataaca ctttgcttca</w:t>
      </w:r>
    </w:p>
    <w:p w14:paraId="3893825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cactcaaaag aaagacagaa tgattgaact ttcattaatt gacttctatt tgtgcttttt</w:t>
      </w:r>
    </w:p>
    <w:p w14:paraId="0DFCAFB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agcctttctg ttattccttg ttttaattat gcttattatc ttttggttct cacttgaact</w:t>
      </w:r>
    </w:p>
    <w:p w14:paraId="31ED73A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gcaagatcat aatgaaactt gtcacgccta aacgaacatg aaatttcttg ttttcttagg</w:t>
      </w:r>
    </w:p>
    <w:p w14:paraId="7D7A3FF4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aatcatcaca actgtagctg catttcacca agaatgtagt ttacagtcat gtactcaaca</w:t>
      </w:r>
    </w:p>
    <w:p w14:paraId="55F46AA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tcaaccatat gtagttgatg acccgtgtcc tattcacttc tattctaaat ggtatattag</w:t>
      </w:r>
    </w:p>
    <w:p w14:paraId="1CAB670D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agtaggagct agaaaatcag cacctttaat tgaattgtgc gtggatgagg ctggttctaa</w:t>
      </w:r>
    </w:p>
    <w:p w14:paraId="769D18E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atcacccatt cagtacatcg atatcggtaa ttatacagtt tcctgtttac cttttacaat</w:t>
      </w:r>
    </w:p>
    <w:p w14:paraId="03D1B5E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taattgccag gaacctaaat tgggtagtct tgtagtgcgt tgttcgttct atgaagactt</w:t>
      </w:r>
    </w:p>
    <w:p w14:paraId="1F3B4FB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tttagagtat catgacgttc gtgttgtttt agatttcatc taaacgaaca aacttaaatg</w:t>
      </w:r>
    </w:p>
    <w:p w14:paraId="416E8E5A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tctgataatg gaccccaaaa tcagcgaaat gcactccgca ttacgtttgg tggaccctca</w:t>
      </w:r>
    </w:p>
    <w:p w14:paraId="4957EF3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gattcaactg gcagtaacca gaatggagaa cgcagtgggg cgcgatcaaa acaacgtcgg</w:t>
      </w:r>
    </w:p>
    <w:p w14:paraId="4D8190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ccccaaggtt tacccaataa tactgcgtct tggttcaccg ctctcactca acatggcaag</w:t>
      </w:r>
    </w:p>
    <w:p w14:paraId="7E9C4D8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gaagacctta aattccctcg aggacaaggc gttccaatta acaccaatag cagtccagat</w:t>
      </w:r>
    </w:p>
    <w:p w14:paraId="4D56299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gaccaaattg gctactaccg aagagctacc agacgaattc gtggtggtga cggtaaaatg</w:t>
      </w:r>
    </w:p>
    <w:p w14:paraId="7D85D2D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aaagatctca gtccaagatg gtatttctac tacctaggaa ctgggccaga agctggactt</w:t>
      </w:r>
    </w:p>
    <w:p w14:paraId="11F5F47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ccctatggtg ctaacaaaga cggcatcata tgggttgcaa ctgagggagc cttgaataca</w:t>
      </w:r>
    </w:p>
    <w:p w14:paraId="23B0775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ccaaaagatc acattggcac ccgcaatcct gctaacaatg ctgcaatcgt gctacaactt</w:t>
      </w:r>
    </w:p>
    <w:p w14:paraId="43DEEC9E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cctcaaggaa caacattgcc aaaaggcttc tacgcagaag ggagcagagg cggcagtcaa</w:t>
      </w:r>
    </w:p>
    <w:p w14:paraId="5A28431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gcctcttctc gttcctcatc acgtagtcgc aacagttcaa gaaattcaac tccaggcagc</w:t>
      </w:r>
    </w:p>
    <w:p w14:paraId="55A28D1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agtaaacgaa cttctcctgc tagaatggct ggcaatggcg gtgatgctgc tcttgctttg</w:t>
      </w:r>
    </w:p>
    <w:p w14:paraId="580B8CF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ctgctgcttg acagattgaa ccagcttgag agcaaaatgt ctggtaaagg ccaacaacaa</w:t>
      </w:r>
    </w:p>
    <w:p w14:paraId="4E2C936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caaggccaaa ctgtcactaa gaaatctgct gctgaggctt ctaagaagcc tcggcaaaaa</w:t>
      </w:r>
    </w:p>
    <w:p w14:paraId="1F1F0FC3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cgtactgcca ctaaagcata caatgtaaca caagctttcg gcagacgtgg tccagaacaa</w:t>
      </w:r>
    </w:p>
    <w:p w14:paraId="05AC7AAB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acccaaggaa attttgggga ccaggaacta atcagacaag gaactgatta caaacattgg</w:t>
      </w:r>
    </w:p>
    <w:p w14:paraId="44EAA8E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ccgcaaattg cacaatttgc ccccagcgct tcagcgttct tcggaatgtc gcgcattggc</w:t>
      </w:r>
    </w:p>
    <w:p w14:paraId="795E2A8F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atggaagtca caccttcggg aacgtggttg acctacacag gtgccatcaa attggatgac</w:t>
      </w:r>
    </w:p>
    <w:p w14:paraId="2C93BA3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aaagatccaa atttcaaaga tcaagtcatt ttgctgaata agcatattga cgcatacaaa</w:t>
      </w:r>
    </w:p>
    <w:p w14:paraId="3A5AC896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acattcccac caacagagcc taaaaaggac aaaaagaaga aggctgatga aactcaagcc</w:t>
      </w:r>
    </w:p>
    <w:p w14:paraId="47CDF3B7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ttaccgcaga gacagaagaa acagcaaact gtgactcttc ttcctgctgc agatttggat</w:t>
      </w:r>
    </w:p>
    <w:p w14:paraId="430B896C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gatttctcca aacaattgca acaatccatg agcagtgctg actcaactca ggcctaaact</w:t>
      </w:r>
    </w:p>
    <w:p w14:paraId="2CA3DB30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catgcagacc acacaaggca gatgggctat ataaacgttt tcgcttttcc gtttacgata</w:t>
      </w:r>
    </w:p>
    <w:p w14:paraId="251C89F2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tatagtctac tcttgtgcag aatgaattct cgtaactaca tagcacaagt agatgtagtt</w:t>
      </w:r>
    </w:p>
    <w:p w14:paraId="52E4C3A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aactttaatc tcacatagca atctttaatc agtgtgtaac attagggagg acttgaaaga</w:t>
      </w:r>
    </w:p>
    <w:p w14:paraId="2D32ED75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gccaccacat tttcaccgag gccacgcgga gtacgatcga gtgtacagtg aacaatgcta</w:t>
      </w:r>
    </w:p>
    <w:p w14:paraId="15CC6AC9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gggagagctg cctatatgga agagccctaa tgtgtaaaat taattttagt agtgctatcc</w:t>
      </w:r>
    </w:p>
    <w:p w14:paraId="5E296D38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ccatgtgatt ttaatagctt cttaggagaa aga</w:t>
      </w:r>
    </w:p>
    <w:p w14:paraId="764FF321" w14:textId="77777777" w:rsidR="00603386" w:rsidRPr="00603386" w:rsidRDefault="00603386" w:rsidP="006033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0338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E24C3C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8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03386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C18827"/>
  <w15:chartTrackingRefBased/>
  <w15:docId w15:val="{B93F6007-8131-0848-9343-6D2936C5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8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1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34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10784</Words>
  <Characters>61472</Characters>
  <Application>Microsoft Office Word</Application>
  <DocSecurity>0</DocSecurity>
  <Lines>512</Lines>
  <Paragraphs>144</Paragraphs>
  <ScaleCrop>false</ScaleCrop>
  <Company/>
  <LinksUpToDate>false</LinksUpToDate>
  <CharactersWithSpaces>72112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2023-02-03T11:52:00Z</dcterms:created>
  <dcterms:modified xsi:type="dcterms:W3CDTF">2023-02-03T11:52:00Z</dcterms:modified>
</cp:coreProperties>
</file>